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EED1D3" w14:textId="71447DC2" w:rsidR="004D36D7" w:rsidRPr="00FD4A68" w:rsidRDefault="00145D9B" w:rsidP="00E821CF">
      <w:pPr>
        <w:pStyle w:val="Title"/>
        <w:rPr>
          <w:rStyle w:val="LabTitleInstVersred"/>
          <w:b/>
          <w:color w:val="auto"/>
        </w:rPr>
      </w:pPr>
      <w:sdt>
        <w:sdtPr>
          <w:rPr>
            <w:b w:val="0"/>
            <w:color w:val="EE0000"/>
          </w:rPr>
          <w:alias w:val="Title"/>
          <w:tag w:val=""/>
          <w:id w:val="-487021785"/>
          <w:placeholder>
            <w:docPart w:val="B8FC6308A0F84895B70FFA3CB3D4988A"/>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625607">
            <w:t>Lab - Build a Switch and Router Network</w:t>
          </w:r>
        </w:sdtContent>
      </w:sdt>
    </w:p>
    <w:p w14:paraId="5B7312AC" w14:textId="77777777" w:rsidR="00D778DF" w:rsidRPr="00E70096" w:rsidRDefault="00D778DF" w:rsidP="00C149CC">
      <w:pPr>
        <w:pStyle w:val="Heading1"/>
      </w:pPr>
      <w:r w:rsidRPr="00E70096">
        <w:t>Topology</w:t>
      </w:r>
    </w:p>
    <w:p w14:paraId="68A03795" w14:textId="77777777" w:rsidR="00D778DF" w:rsidRDefault="00627865" w:rsidP="00D778DF">
      <w:pPr>
        <w:pStyle w:val="Visual"/>
      </w:pPr>
      <w:r>
        <w:rPr>
          <w:noProof/>
        </w:rPr>
        <w:drawing>
          <wp:inline distT="0" distB="0" distL="0" distR="0" wp14:anchorId="0642A4D0" wp14:editId="63083CDF">
            <wp:extent cx="5803900" cy="780415"/>
            <wp:effectExtent l="0" t="0" r="6350" b="635"/>
            <wp:docPr id="1" name="Picture 1" descr="The topology has two PCs, a switch and a router. PC-A is connected to Switch S1 via f0/6. S1 f0/5 to connected to Router R1 g0/0/1. PC-B is connected to R1 via G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03900" cy="780415"/>
                    </a:xfrm>
                    <a:prstGeom prst="rect">
                      <a:avLst/>
                    </a:prstGeom>
                    <a:noFill/>
                  </pic:spPr>
                </pic:pic>
              </a:graphicData>
            </a:graphic>
          </wp:inline>
        </w:drawing>
      </w:r>
    </w:p>
    <w:p w14:paraId="65814CEE" w14:textId="77777777" w:rsidR="00D778DF" w:rsidRPr="00E70096" w:rsidRDefault="00D778DF" w:rsidP="00C149CC">
      <w:pPr>
        <w:pStyle w:val="Heading1"/>
      </w:pPr>
      <w:r w:rsidRPr="00E70096">
        <w:t>Addressing Table</w:t>
      </w:r>
    </w:p>
    <w:tbl>
      <w:tblPr>
        <w:tblW w:w="1017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 Prefix and default gateway."/>
      </w:tblPr>
      <w:tblGrid>
        <w:gridCol w:w="2157"/>
        <w:gridCol w:w="2430"/>
        <w:gridCol w:w="2970"/>
        <w:gridCol w:w="2613"/>
      </w:tblGrid>
      <w:tr w:rsidR="00EB025A" w14:paraId="405275B1" w14:textId="77777777" w:rsidTr="00316E04">
        <w:trPr>
          <w:cantSplit/>
          <w:tblHeader/>
          <w:jc w:val="center"/>
        </w:trPr>
        <w:tc>
          <w:tcPr>
            <w:tcW w:w="215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C7145B1" w14:textId="77777777" w:rsidR="00EB025A" w:rsidRPr="00E87D62" w:rsidRDefault="00EB025A" w:rsidP="00627865">
            <w:pPr>
              <w:pStyle w:val="TableHeading"/>
            </w:pPr>
            <w:r>
              <w:t>Device</w:t>
            </w:r>
          </w:p>
        </w:tc>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08B5B1D" w14:textId="77777777" w:rsidR="00EB025A" w:rsidRPr="00E87D62" w:rsidRDefault="00EB025A" w:rsidP="00627865">
            <w:pPr>
              <w:pStyle w:val="TableHeading"/>
            </w:pPr>
            <w:r w:rsidRPr="00E87D62">
              <w:t>Interface</w:t>
            </w:r>
          </w:p>
        </w:tc>
        <w:tc>
          <w:tcPr>
            <w:tcW w:w="297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D3329C5" w14:textId="77777777" w:rsidR="00EB025A" w:rsidRPr="00E87D62" w:rsidRDefault="00EB025A" w:rsidP="00627865">
            <w:pPr>
              <w:pStyle w:val="TableHeading"/>
            </w:pPr>
            <w:r w:rsidRPr="00E87D62">
              <w:t>IP Address</w:t>
            </w:r>
            <w:r>
              <w:t xml:space="preserve"> / Prefix</w:t>
            </w:r>
          </w:p>
        </w:tc>
        <w:tc>
          <w:tcPr>
            <w:tcW w:w="2613" w:type="dxa"/>
            <w:tcBorders>
              <w:top w:val="single" w:sz="2" w:space="0" w:color="auto"/>
              <w:left w:val="single" w:sz="2" w:space="0" w:color="auto"/>
              <w:bottom w:val="single" w:sz="2" w:space="0" w:color="auto"/>
              <w:right w:val="single" w:sz="2" w:space="0" w:color="auto"/>
              <w:tl2br w:val="nil"/>
              <w:tr2bl w:val="nil"/>
            </w:tcBorders>
            <w:shd w:val="clear" w:color="auto" w:fill="DBE5F1"/>
          </w:tcPr>
          <w:p w14:paraId="3ED65A49" w14:textId="77777777" w:rsidR="00EB025A" w:rsidRPr="00E87D62" w:rsidRDefault="00EB025A" w:rsidP="00627865">
            <w:pPr>
              <w:pStyle w:val="TableHeading"/>
            </w:pPr>
            <w:r>
              <w:t>Default Gateway</w:t>
            </w:r>
          </w:p>
        </w:tc>
      </w:tr>
      <w:tr w:rsidR="00EB025A" w14:paraId="340A4360" w14:textId="77777777" w:rsidTr="00316E04">
        <w:trPr>
          <w:cantSplit/>
          <w:jc w:val="center"/>
        </w:trPr>
        <w:tc>
          <w:tcPr>
            <w:tcW w:w="2157" w:type="dxa"/>
            <w:tcBorders>
              <w:bottom w:val="nil"/>
            </w:tcBorders>
            <w:vAlign w:val="bottom"/>
          </w:tcPr>
          <w:p w14:paraId="3679D29B" w14:textId="77777777" w:rsidR="00EB025A" w:rsidRPr="008B68E7" w:rsidRDefault="00EB025A" w:rsidP="008B68E7">
            <w:pPr>
              <w:pStyle w:val="TableText"/>
            </w:pPr>
            <w:r>
              <w:t>R1</w:t>
            </w:r>
          </w:p>
        </w:tc>
        <w:tc>
          <w:tcPr>
            <w:tcW w:w="2430" w:type="dxa"/>
            <w:tcBorders>
              <w:bottom w:val="nil"/>
            </w:tcBorders>
            <w:vAlign w:val="bottom"/>
          </w:tcPr>
          <w:p w14:paraId="7A914CD6" w14:textId="77777777" w:rsidR="00EB025A" w:rsidRPr="008B68E7" w:rsidRDefault="00EB025A" w:rsidP="008B68E7">
            <w:pPr>
              <w:pStyle w:val="TableText"/>
            </w:pPr>
            <w:r>
              <w:t>G0/0/0</w:t>
            </w:r>
          </w:p>
        </w:tc>
        <w:tc>
          <w:tcPr>
            <w:tcW w:w="2970" w:type="dxa"/>
            <w:vAlign w:val="bottom"/>
          </w:tcPr>
          <w:p w14:paraId="333DA75A" w14:textId="77777777" w:rsidR="00EB025A" w:rsidRPr="008B68E7" w:rsidRDefault="00EB025A" w:rsidP="008B68E7">
            <w:pPr>
              <w:pStyle w:val="TableText"/>
            </w:pPr>
            <w:r>
              <w:t>192.168.0.1 /24</w:t>
            </w:r>
          </w:p>
        </w:tc>
        <w:tc>
          <w:tcPr>
            <w:tcW w:w="2613" w:type="dxa"/>
            <w:tcBorders>
              <w:bottom w:val="nil"/>
            </w:tcBorders>
          </w:tcPr>
          <w:p w14:paraId="5F49FA0A" w14:textId="77777777" w:rsidR="00EB025A" w:rsidRPr="008B68E7" w:rsidRDefault="00EB025A" w:rsidP="008B68E7">
            <w:pPr>
              <w:pStyle w:val="TableText"/>
            </w:pPr>
            <w:r>
              <w:t>N/A</w:t>
            </w:r>
          </w:p>
        </w:tc>
      </w:tr>
      <w:tr w:rsidR="00EB025A" w14:paraId="7F5E6F2D" w14:textId="77777777" w:rsidTr="00316E04">
        <w:trPr>
          <w:cantSplit/>
          <w:jc w:val="center"/>
        </w:trPr>
        <w:tc>
          <w:tcPr>
            <w:tcW w:w="2157" w:type="dxa"/>
            <w:tcBorders>
              <w:top w:val="nil"/>
              <w:bottom w:val="nil"/>
            </w:tcBorders>
            <w:vAlign w:val="bottom"/>
          </w:tcPr>
          <w:p w14:paraId="08C78961" w14:textId="77777777" w:rsidR="00EB025A" w:rsidRDefault="00EB025A" w:rsidP="00EB025A">
            <w:pPr>
              <w:pStyle w:val="ConfigWindow"/>
            </w:pPr>
            <w:r>
              <w:t>R1</w:t>
            </w:r>
          </w:p>
        </w:tc>
        <w:tc>
          <w:tcPr>
            <w:tcW w:w="2430" w:type="dxa"/>
            <w:tcBorders>
              <w:top w:val="nil"/>
              <w:bottom w:val="nil"/>
            </w:tcBorders>
            <w:vAlign w:val="bottom"/>
          </w:tcPr>
          <w:p w14:paraId="69EDF6FF" w14:textId="77777777" w:rsidR="00EB025A" w:rsidRDefault="00EB025A" w:rsidP="00EB025A">
            <w:pPr>
              <w:pStyle w:val="ConfigWindow"/>
            </w:pPr>
            <w:r>
              <w:t>G0/0/0</w:t>
            </w:r>
          </w:p>
        </w:tc>
        <w:tc>
          <w:tcPr>
            <w:tcW w:w="2970" w:type="dxa"/>
            <w:vAlign w:val="bottom"/>
          </w:tcPr>
          <w:p w14:paraId="69298DA5" w14:textId="0429247A" w:rsidR="00EB025A" w:rsidRDefault="00EB025A" w:rsidP="008B68E7">
            <w:pPr>
              <w:pStyle w:val="TableText"/>
            </w:pPr>
            <w:r>
              <w:t>2001:</w:t>
            </w:r>
            <w:r w:rsidR="00FD2DB2">
              <w:t>db</w:t>
            </w:r>
            <w:r>
              <w:t>8:</w:t>
            </w:r>
            <w:r w:rsidR="00FD2DB2">
              <w:t>acad</w:t>
            </w:r>
            <w:r>
              <w:t>::1/64</w:t>
            </w:r>
          </w:p>
        </w:tc>
        <w:tc>
          <w:tcPr>
            <w:tcW w:w="2613" w:type="dxa"/>
            <w:tcBorders>
              <w:top w:val="nil"/>
              <w:bottom w:val="nil"/>
            </w:tcBorders>
          </w:tcPr>
          <w:p w14:paraId="7A2BDA30" w14:textId="77777777" w:rsidR="00EB025A" w:rsidRDefault="00EB025A" w:rsidP="00EB025A">
            <w:pPr>
              <w:pStyle w:val="ConfigWindow"/>
            </w:pPr>
            <w:r>
              <w:t>N/A</w:t>
            </w:r>
          </w:p>
        </w:tc>
      </w:tr>
      <w:tr w:rsidR="00EB025A" w14:paraId="0DD40B00" w14:textId="77777777" w:rsidTr="00316E04">
        <w:trPr>
          <w:cantSplit/>
          <w:jc w:val="center"/>
        </w:trPr>
        <w:tc>
          <w:tcPr>
            <w:tcW w:w="2157" w:type="dxa"/>
            <w:tcBorders>
              <w:top w:val="nil"/>
              <w:bottom w:val="nil"/>
            </w:tcBorders>
            <w:vAlign w:val="bottom"/>
          </w:tcPr>
          <w:p w14:paraId="64DC0868" w14:textId="77777777" w:rsidR="00EB025A" w:rsidRDefault="00EB025A" w:rsidP="00EB025A">
            <w:pPr>
              <w:pStyle w:val="ConfigWindow"/>
            </w:pPr>
            <w:r>
              <w:t>R1</w:t>
            </w:r>
          </w:p>
        </w:tc>
        <w:tc>
          <w:tcPr>
            <w:tcW w:w="2430" w:type="dxa"/>
            <w:tcBorders>
              <w:top w:val="nil"/>
              <w:bottom w:val="single" w:sz="2" w:space="0" w:color="auto"/>
            </w:tcBorders>
            <w:vAlign w:val="bottom"/>
          </w:tcPr>
          <w:p w14:paraId="683B6FBF" w14:textId="77777777" w:rsidR="00EB025A" w:rsidRDefault="00EB025A" w:rsidP="00EB025A">
            <w:pPr>
              <w:pStyle w:val="ConfigWindow"/>
            </w:pPr>
            <w:r>
              <w:t>G0/0/0</w:t>
            </w:r>
          </w:p>
        </w:tc>
        <w:tc>
          <w:tcPr>
            <w:tcW w:w="2970" w:type="dxa"/>
            <w:vAlign w:val="bottom"/>
          </w:tcPr>
          <w:p w14:paraId="4B3AD6CA" w14:textId="086B29BD" w:rsidR="00EB025A" w:rsidRDefault="00FD2DB2" w:rsidP="008B68E7">
            <w:pPr>
              <w:pStyle w:val="TableText"/>
            </w:pPr>
            <w:r>
              <w:t>fe</w:t>
            </w:r>
            <w:r w:rsidR="00EB025A">
              <w:t>80::1</w:t>
            </w:r>
          </w:p>
        </w:tc>
        <w:tc>
          <w:tcPr>
            <w:tcW w:w="2613" w:type="dxa"/>
            <w:tcBorders>
              <w:top w:val="nil"/>
              <w:bottom w:val="single" w:sz="4" w:space="0" w:color="auto"/>
            </w:tcBorders>
          </w:tcPr>
          <w:p w14:paraId="2B4EEC82" w14:textId="77777777" w:rsidR="00EB025A" w:rsidRDefault="00EB025A" w:rsidP="00EB025A">
            <w:pPr>
              <w:pStyle w:val="ConfigWindow"/>
            </w:pPr>
            <w:r>
              <w:t>N/A</w:t>
            </w:r>
          </w:p>
        </w:tc>
      </w:tr>
      <w:tr w:rsidR="00EB025A" w14:paraId="696DF231" w14:textId="77777777" w:rsidTr="00316E04">
        <w:trPr>
          <w:cantSplit/>
          <w:jc w:val="center"/>
        </w:trPr>
        <w:tc>
          <w:tcPr>
            <w:tcW w:w="2157" w:type="dxa"/>
            <w:tcBorders>
              <w:top w:val="nil"/>
              <w:bottom w:val="nil"/>
            </w:tcBorders>
            <w:vAlign w:val="bottom"/>
          </w:tcPr>
          <w:p w14:paraId="1AB6B553" w14:textId="77777777" w:rsidR="00EB025A" w:rsidRPr="008B68E7" w:rsidRDefault="00EB025A" w:rsidP="00EB025A">
            <w:pPr>
              <w:pStyle w:val="ConfigWindow"/>
            </w:pPr>
            <w:r>
              <w:t>R1</w:t>
            </w:r>
          </w:p>
        </w:tc>
        <w:tc>
          <w:tcPr>
            <w:tcW w:w="2430" w:type="dxa"/>
            <w:tcBorders>
              <w:bottom w:val="nil"/>
            </w:tcBorders>
            <w:vAlign w:val="bottom"/>
          </w:tcPr>
          <w:p w14:paraId="6E56FF13" w14:textId="77777777" w:rsidR="00EB025A" w:rsidRPr="008B68E7" w:rsidRDefault="00EB025A" w:rsidP="008B68E7">
            <w:pPr>
              <w:pStyle w:val="TableText"/>
            </w:pPr>
            <w:r>
              <w:t>G0/0/1</w:t>
            </w:r>
          </w:p>
        </w:tc>
        <w:tc>
          <w:tcPr>
            <w:tcW w:w="2970" w:type="dxa"/>
            <w:vAlign w:val="bottom"/>
          </w:tcPr>
          <w:p w14:paraId="1A847883" w14:textId="77777777" w:rsidR="00EB025A" w:rsidRPr="008B68E7" w:rsidRDefault="00EB025A" w:rsidP="008B68E7">
            <w:pPr>
              <w:pStyle w:val="TableText"/>
            </w:pPr>
            <w:r>
              <w:t>192.168.1.1 /24</w:t>
            </w:r>
          </w:p>
        </w:tc>
        <w:tc>
          <w:tcPr>
            <w:tcW w:w="2613" w:type="dxa"/>
            <w:tcBorders>
              <w:top w:val="single" w:sz="4" w:space="0" w:color="auto"/>
              <w:bottom w:val="nil"/>
            </w:tcBorders>
          </w:tcPr>
          <w:p w14:paraId="670FEFC3" w14:textId="77777777" w:rsidR="00EB025A" w:rsidRPr="008B68E7" w:rsidRDefault="00EB025A" w:rsidP="009B05ED">
            <w:pPr>
              <w:pStyle w:val="TableText"/>
            </w:pPr>
            <w:r>
              <w:t>N/A</w:t>
            </w:r>
          </w:p>
        </w:tc>
      </w:tr>
      <w:tr w:rsidR="00316E04" w14:paraId="108E5ABD" w14:textId="77777777" w:rsidTr="00316E04">
        <w:trPr>
          <w:cantSplit/>
          <w:jc w:val="center"/>
        </w:trPr>
        <w:tc>
          <w:tcPr>
            <w:tcW w:w="2157" w:type="dxa"/>
            <w:tcBorders>
              <w:top w:val="nil"/>
              <w:bottom w:val="nil"/>
            </w:tcBorders>
            <w:vAlign w:val="bottom"/>
          </w:tcPr>
          <w:p w14:paraId="180260B2" w14:textId="7BC41026" w:rsidR="00316E04" w:rsidRDefault="00316E04" w:rsidP="00316E04">
            <w:pPr>
              <w:pStyle w:val="ConfigWindow"/>
            </w:pPr>
            <w:r>
              <w:t>R1</w:t>
            </w:r>
          </w:p>
        </w:tc>
        <w:tc>
          <w:tcPr>
            <w:tcW w:w="2430" w:type="dxa"/>
            <w:tcBorders>
              <w:top w:val="nil"/>
              <w:bottom w:val="nil"/>
            </w:tcBorders>
            <w:vAlign w:val="bottom"/>
          </w:tcPr>
          <w:p w14:paraId="2E44514D" w14:textId="0BD92C68" w:rsidR="00316E04" w:rsidRDefault="00316E04" w:rsidP="00316E04">
            <w:pPr>
              <w:pStyle w:val="ConfigWindow"/>
            </w:pPr>
            <w:r>
              <w:t>G0/0/1</w:t>
            </w:r>
          </w:p>
        </w:tc>
        <w:tc>
          <w:tcPr>
            <w:tcW w:w="2970" w:type="dxa"/>
            <w:vAlign w:val="bottom"/>
          </w:tcPr>
          <w:p w14:paraId="0DEFB923" w14:textId="26FD7B8C" w:rsidR="00316E04" w:rsidRDefault="00316E04" w:rsidP="00316E04">
            <w:pPr>
              <w:pStyle w:val="TableText"/>
            </w:pPr>
            <w:r>
              <w:t>200</w:t>
            </w:r>
            <w:r w:rsidR="003302B6">
              <w:t>1</w:t>
            </w:r>
            <w:r>
              <w:t>:db8:acad:1::1/64</w:t>
            </w:r>
          </w:p>
        </w:tc>
        <w:tc>
          <w:tcPr>
            <w:tcW w:w="2613" w:type="dxa"/>
            <w:tcBorders>
              <w:top w:val="nil"/>
              <w:bottom w:val="nil"/>
            </w:tcBorders>
          </w:tcPr>
          <w:p w14:paraId="409E361A" w14:textId="37C4418A" w:rsidR="00316E04" w:rsidRDefault="00316E04" w:rsidP="00316E04">
            <w:pPr>
              <w:pStyle w:val="ConfigWindow"/>
            </w:pPr>
            <w:r>
              <w:t>N/A</w:t>
            </w:r>
          </w:p>
        </w:tc>
      </w:tr>
      <w:tr w:rsidR="00316E04" w14:paraId="41B71129" w14:textId="77777777" w:rsidTr="00316E04">
        <w:trPr>
          <w:cantSplit/>
          <w:jc w:val="center"/>
        </w:trPr>
        <w:tc>
          <w:tcPr>
            <w:tcW w:w="2157" w:type="dxa"/>
            <w:tcBorders>
              <w:top w:val="nil"/>
              <w:bottom w:val="nil"/>
            </w:tcBorders>
            <w:vAlign w:val="bottom"/>
          </w:tcPr>
          <w:p w14:paraId="10B30AC5" w14:textId="6B58342C" w:rsidR="00316E04" w:rsidRDefault="00316E04" w:rsidP="00316E04">
            <w:pPr>
              <w:pStyle w:val="ConfigWindow"/>
            </w:pPr>
            <w:r>
              <w:t>R1</w:t>
            </w:r>
          </w:p>
        </w:tc>
        <w:tc>
          <w:tcPr>
            <w:tcW w:w="2430" w:type="dxa"/>
            <w:tcBorders>
              <w:top w:val="nil"/>
              <w:bottom w:val="single" w:sz="2" w:space="0" w:color="auto"/>
            </w:tcBorders>
            <w:vAlign w:val="bottom"/>
          </w:tcPr>
          <w:p w14:paraId="3FB0EF20" w14:textId="141DA699" w:rsidR="00316E04" w:rsidRDefault="00316E04" w:rsidP="00316E04">
            <w:pPr>
              <w:pStyle w:val="ConfigWindow"/>
            </w:pPr>
            <w:r>
              <w:t>G0/0/1</w:t>
            </w:r>
          </w:p>
        </w:tc>
        <w:tc>
          <w:tcPr>
            <w:tcW w:w="2970" w:type="dxa"/>
            <w:vAlign w:val="bottom"/>
          </w:tcPr>
          <w:p w14:paraId="01D26403" w14:textId="25773221" w:rsidR="00316E04" w:rsidRDefault="00316E04" w:rsidP="00316E04">
            <w:pPr>
              <w:pStyle w:val="TableText"/>
            </w:pPr>
            <w:r>
              <w:t>fe80::1</w:t>
            </w:r>
          </w:p>
        </w:tc>
        <w:tc>
          <w:tcPr>
            <w:tcW w:w="2613" w:type="dxa"/>
            <w:tcBorders>
              <w:top w:val="nil"/>
              <w:bottom w:val="single" w:sz="2" w:space="0" w:color="auto"/>
            </w:tcBorders>
          </w:tcPr>
          <w:p w14:paraId="7F538234" w14:textId="7F130DAA" w:rsidR="00316E04" w:rsidRDefault="00316E04" w:rsidP="00316E04">
            <w:pPr>
              <w:pStyle w:val="ConfigWindow"/>
            </w:pPr>
            <w:r>
              <w:t>N/A</w:t>
            </w:r>
          </w:p>
        </w:tc>
      </w:tr>
      <w:tr w:rsidR="00316E04" w14:paraId="085FCC1C" w14:textId="77777777" w:rsidTr="00316E04">
        <w:trPr>
          <w:cantSplit/>
          <w:jc w:val="center"/>
        </w:trPr>
        <w:tc>
          <w:tcPr>
            <w:tcW w:w="2157" w:type="dxa"/>
            <w:tcBorders>
              <w:bottom w:val="nil"/>
            </w:tcBorders>
            <w:vAlign w:val="bottom"/>
          </w:tcPr>
          <w:p w14:paraId="39457ADC" w14:textId="731E2255" w:rsidR="00316E04" w:rsidRDefault="00316E04" w:rsidP="00316E04">
            <w:pPr>
              <w:pStyle w:val="TableText"/>
            </w:pPr>
            <w:r>
              <w:t>S1</w:t>
            </w:r>
          </w:p>
        </w:tc>
        <w:tc>
          <w:tcPr>
            <w:tcW w:w="2430" w:type="dxa"/>
            <w:tcBorders>
              <w:top w:val="single" w:sz="2" w:space="0" w:color="auto"/>
              <w:bottom w:val="nil"/>
            </w:tcBorders>
            <w:vAlign w:val="bottom"/>
          </w:tcPr>
          <w:p w14:paraId="39872BC7" w14:textId="5D37C464" w:rsidR="00316E04" w:rsidRDefault="00316E04" w:rsidP="00316E04">
            <w:pPr>
              <w:pStyle w:val="TableText"/>
            </w:pPr>
            <w:r>
              <w:t>VLAN 1</w:t>
            </w:r>
          </w:p>
        </w:tc>
        <w:tc>
          <w:tcPr>
            <w:tcW w:w="2970" w:type="dxa"/>
            <w:vAlign w:val="bottom"/>
          </w:tcPr>
          <w:p w14:paraId="11A753AD" w14:textId="284CB458" w:rsidR="00316E04" w:rsidRDefault="00316E04" w:rsidP="00316E04">
            <w:pPr>
              <w:pStyle w:val="TableText"/>
            </w:pPr>
            <w:r>
              <w:t>192.168.1.2 /24</w:t>
            </w:r>
          </w:p>
        </w:tc>
        <w:tc>
          <w:tcPr>
            <w:tcW w:w="2613" w:type="dxa"/>
            <w:tcBorders>
              <w:top w:val="single" w:sz="2" w:space="0" w:color="auto"/>
              <w:bottom w:val="single" w:sz="2" w:space="0" w:color="auto"/>
            </w:tcBorders>
          </w:tcPr>
          <w:p w14:paraId="5B41DA47" w14:textId="6FBD9E7E" w:rsidR="00316E04" w:rsidRDefault="00316E04" w:rsidP="00316E04">
            <w:pPr>
              <w:pStyle w:val="TableText"/>
            </w:pPr>
            <w:r>
              <w:t>192.168.1.1</w:t>
            </w:r>
          </w:p>
        </w:tc>
      </w:tr>
      <w:tr w:rsidR="00316E04" w14:paraId="307EBB66" w14:textId="77777777" w:rsidTr="00316E04">
        <w:trPr>
          <w:cantSplit/>
          <w:jc w:val="center"/>
        </w:trPr>
        <w:tc>
          <w:tcPr>
            <w:tcW w:w="2157" w:type="dxa"/>
            <w:tcBorders>
              <w:top w:val="single" w:sz="2" w:space="0" w:color="auto"/>
              <w:bottom w:val="nil"/>
            </w:tcBorders>
            <w:vAlign w:val="bottom"/>
          </w:tcPr>
          <w:p w14:paraId="6CA3887B" w14:textId="77777777" w:rsidR="00316E04" w:rsidRPr="008B68E7" w:rsidRDefault="00316E04" w:rsidP="00316E04">
            <w:pPr>
              <w:pStyle w:val="TableText"/>
            </w:pPr>
            <w:r>
              <w:t>PC-A</w:t>
            </w:r>
          </w:p>
        </w:tc>
        <w:tc>
          <w:tcPr>
            <w:tcW w:w="2430" w:type="dxa"/>
            <w:tcBorders>
              <w:top w:val="single" w:sz="2" w:space="0" w:color="auto"/>
              <w:bottom w:val="nil"/>
            </w:tcBorders>
            <w:vAlign w:val="bottom"/>
          </w:tcPr>
          <w:p w14:paraId="58B7B564" w14:textId="77777777" w:rsidR="00316E04" w:rsidRPr="008B68E7" w:rsidRDefault="00316E04" w:rsidP="00316E04">
            <w:pPr>
              <w:pStyle w:val="TableText"/>
            </w:pPr>
            <w:r>
              <w:t>NIC</w:t>
            </w:r>
          </w:p>
        </w:tc>
        <w:tc>
          <w:tcPr>
            <w:tcW w:w="2970" w:type="dxa"/>
            <w:vAlign w:val="bottom"/>
          </w:tcPr>
          <w:p w14:paraId="1AB6ADF3" w14:textId="77777777" w:rsidR="00316E04" w:rsidRPr="008B68E7" w:rsidRDefault="00316E04" w:rsidP="00316E04">
            <w:pPr>
              <w:pStyle w:val="TableText"/>
            </w:pPr>
            <w:r>
              <w:t>192.168.1.3 /24</w:t>
            </w:r>
          </w:p>
        </w:tc>
        <w:tc>
          <w:tcPr>
            <w:tcW w:w="2613" w:type="dxa"/>
          </w:tcPr>
          <w:p w14:paraId="6D3BF6FA" w14:textId="77777777" w:rsidR="00316E04" w:rsidRPr="008B68E7" w:rsidRDefault="00316E04" w:rsidP="00316E04">
            <w:pPr>
              <w:pStyle w:val="TableText"/>
            </w:pPr>
            <w:r>
              <w:t>192.168.1.1</w:t>
            </w:r>
          </w:p>
        </w:tc>
      </w:tr>
      <w:tr w:rsidR="00316E04" w14:paraId="054F08EE" w14:textId="77777777" w:rsidTr="00316E04">
        <w:trPr>
          <w:cantSplit/>
          <w:jc w:val="center"/>
        </w:trPr>
        <w:tc>
          <w:tcPr>
            <w:tcW w:w="2157" w:type="dxa"/>
            <w:tcBorders>
              <w:top w:val="nil"/>
              <w:bottom w:val="single" w:sz="2" w:space="0" w:color="auto"/>
            </w:tcBorders>
            <w:vAlign w:val="bottom"/>
          </w:tcPr>
          <w:p w14:paraId="08E80529" w14:textId="77777777" w:rsidR="00316E04" w:rsidRDefault="00316E04" w:rsidP="00316E04">
            <w:pPr>
              <w:pStyle w:val="ConfigWindow"/>
            </w:pPr>
            <w:r>
              <w:t>PC-A</w:t>
            </w:r>
          </w:p>
        </w:tc>
        <w:tc>
          <w:tcPr>
            <w:tcW w:w="2430" w:type="dxa"/>
            <w:tcBorders>
              <w:top w:val="nil"/>
              <w:bottom w:val="single" w:sz="2" w:space="0" w:color="auto"/>
            </w:tcBorders>
            <w:vAlign w:val="bottom"/>
          </w:tcPr>
          <w:p w14:paraId="481AA5D9" w14:textId="77777777" w:rsidR="00316E04" w:rsidRDefault="00316E04" w:rsidP="00316E04">
            <w:pPr>
              <w:pStyle w:val="ConfigWindow"/>
            </w:pPr>
            <w:r>
              <w:t>NIC</w:t>
            </w:r>
          </w:p>
        </w:tc>
        <w:tc>
          <w:tcPr>
            <w:tcW w:w="2970" w:type="dxa"/>
            <w:vAlign w:val="bottom"/>
          </w:tcPr>
          <w:p w14:paraId="41595943" w14:textId="5E4670E2" w:rsidR="00316E04" w:rsidRDefault="00316E04" w:rsidP="00316E04">
            <w:pPr>
              <w:pStyle w:val="TableText"/>
            </w:pPr>
            <w:r>
              <w:t>2001:db8:acad:1::3/64</w:t>
            </w:r>
          </w:p>
        </w:tc>
        <w:tc>
          <w:tcPr>
            <w:tcW w:w="2613" w:type="dxa"/>
          </w:tcPr>
          <w:p w14:paraId="1BC23A9B" w14:textId="2B8B888B" w:rsidR="00316E04" w:rsidRDefault="00316E04" w:rsidP="00316E04">
            <w:pPr>
              <w:pStyle w:val="TableText"/>
            </w:pPr>
            <w:r>
              <w:t>fe80::1</w:t>
            </w:r>
          </w:p>
        </w:tc>
      </w:tr>
      <w:tr w:rsidR="00316E04" w14:paraId="2FB040C0" w14:textId="77777777" w:rsidTr="00316E04">
        <w:trPr>
          <w:cantSplit/>
          <w:jc w:val="center"/>
        </w:trPr>
        <w:tc>
          <w:tcPr>
            <w:tcW w:w="2157" w:type="dxa"/>
            <w:tcBorders>
              <w:bottom w:val="nil"/>
            </w:tcBorders>
            <w:vAlign w:val="bottom"/>
          </w:tcPr>
          <w:p w14:paraId="441643EA" w14:textId="77777777" w:rsidR="00316E04" w:rsidRPr="008B68E7" w:rsidRDefault="00316E04" w:rsidP="00316E04">
            <w:pPr>
              <w:pStyle w:val="TableText"/>
            </w:pPr>
            <w:r>
              <w:t>PC-B</w:t>
            </w:r>
          </w:p>
        </w:tc>
        <w:tc>
          <w:tcPr>
            <w:tcW w:w="2430" w:type="dxa"/>
            <w:tcBorders>
              <w:bottom w:val="nil"/>
            </w:tcBorders>
            <w:vAlign w:val="bottom"/>
          </w:tcPr>
          <w:p w14:paraId="25383D5A" w14:textId="77777777" w:rsidR="00316E04" w:rsidRPr="008B68E7" w:rsidRDefault="00316E04" w:rsidP="00316E04">
            <w:pPr>
              <w:pStyle w:val="TableText"/>
            </w:pPr>
            <w:r>
              <w:t>NIC</w:t>
            </w:r>
          </w:p>
        </w:tc>
        <w:tc>
          <w:tcPr>
            <w:tcW w:w="2970" w:type="dxa"/>
            <w:vAlign w:val="bottom"/>
          </w:tcPr>
          <w:p w14:paraId="79967B43" w14:textId="77777777" w:rsidR="00316E04" w:rsidRPr="008B68E7" w:rsidRDefault="00316E04" w:rsidP="00316E04">
            <w:pPr>
              <w:pStyle w:val="TableText"/>
            </w:pPr>
            <w:r>
              <w:t>192.168.0.3 /24</w:t>
            </w:r>
          </w:p>
        </w:tc>
        <w:tc>
          <w:tcPr>
            <w:tcW w:w="2613" w:type="dxa"/>
          </w:tcPr>
          <w:p w14:paraId="1D03A3D1" w14:textId="77777777" w:rsidR="00316E04" w:rsidRPr="008B68E7" w:rsidRDefault="00316E04" w:rsidP="00316E04">
            <w:pPr>
              <w:pStyle w:val="TableText"/>
            </w:pPr>
            <w:r>
              <w:t>192.168.0.1</w:t>
            </w:r>
          </w:p>
        </w:tc>
      </w:tr>
      <w:tr w:rsidR="00316E04" w14:paraId="0C126CAE" w14:textId="77777777" w:rsidTr="00316E04">
        <w:trPr>
          <w:cantSplit/>
          <w:jc w:val="center"/>
        </w:trPr>
        <w:tc>
          <w:tcPr>
            <w:tcW w:w="2157" w:type="dxa"/>
            <w:tcBorders>
              <w:top w:val="nil"/>
            </w:tcBorders>
            <w:vAlign w:val="bottom"/>
          </w:tcPr>
          <w:p w14:paraId="17B0C597" w14:textId="77777777" w:rsidR="00316E04" w:rsidRDefault="00316E04" w:rsidP="00316E04">
            <w:pPr>
              <w:pStyle w:val="ConfigWindow"/>
            </w:pPr>
            <w:r>
              <w:t>PC-B</w:t>
            </w:r>
          </w:p>
        </w:tc>
        <w:tc>
          <w:tcPr>
            <w:tcW w:w="2430" w:type="dxa"/>
            <w:tcBorders>
              <w:top w:val="nil"/>
            </w:tcBorders>
            <w:vAlign w:val="bottom"/>
          </w:tcPr>
          <w:p w14:paraId="73990267" w14:textId="77777777" w:rsidR="00316E04" w:rsidRDefault="00316E04" w:rsidP="00316E04">
            <w:pPr>
              <w:pStyle w:val="ConfigWindow"/>
            </w:pPr>
            <w:r>
              <w:t>NIC</w:t>
            </w:r>
          </w:p>
        </w:tc>
        <w:tc>
          <w:tcPr>
            <w:tcW w:w="2970" w:type="dxa"/>
            <w:vAlign w:val="bottom"/>
          </w:tcPr>
          <w:p w14:paraId="4FFE0D5F" w14:textId="2128A12D" w:rsidR="00316E04" w:rsidRDefault="00316E04" w:rsidP="00316E04">
            <w:pPr>
              <w:pStyle w:val="TableText"/>
            </w:pPr>
            <w:r>
              <w:t>2001:db8:acad::3/64</w:t>
            </w:r>
          </w:p>
        </w:tc>
        <w:tc>
          <w:tcPr>
            <w:tcW w:w="2613" w:type="dxa"/>
          </w:tcPr>
          <w:p w14:paraId="6053DB56" w14:textId="5AD6FC00" w:rsidR="00316E04" w:rsidRDefault="00316E04" w:rsidP="00316E04">
            <w:pPr>
              <w:pStyle w:val="TableText"/>
            </w:pPr>
            <w:r>
              <w:t>fe80::1</w:t>
            </w:r>
          </w:p>
        </w:tc>
      </w:tr>
    </w:tbl>
    <w:p w14:paraId="39DFFB0B" w14:textId="77777777" w:rsidR="00627865" w:rsidRPr="00BB73FF" w:rsidRDefault="00627865" w:rsidP="00C149CC">
      <w:pPr>
        <w:pStyle w:val="Heading1"/>
      </w:pPr>
      <w:r w:rsidRPr="00BB73FF">
        <w:t>Objective</w:t>
      </w:r>
      <w:r>
        <w:t>s</w:t>
      </w:r>
    </w:p>
    <w:p w14:paraId="60AEB8CD" w14:textId="77777777" w:rsidR="00627865" w:rsidRPr="004C0909" w:rsidRDefault="00627865" w:rsidP="00627865">
      <w:pPr>
        <w:pStyle w:val="BodyTextL25Bold"/>
      </w:pPr>
      <w:r>
        <w:t>Part 1: Set Up the Topology and Initialize Devices</w:t>
      </w:r>
    </w:p>
    <w:p w14:paraId="29F46837" w14:textId="77777777" w:rsidR="00627865" w:rsidRDefault="00627865" w:rsidP="00627865">
      <w:pPr>
        <w:pStyle w:val="BodyTextL25Bold"/>
      </w:pPr>
      <w:r>
        <w:t>Part 2: Configure Devices and Verify Connectivity</w:t>
      </w:r>
    </w:p>
    <w:p w14:paraId="0B3580C0" w14:textId="77777777" w:rsidR="00627865" w:rsidRPr="00C07FD9" w:rsidRDefault="00627865" w:rsidP="00C149CC">
      <w:pPr>
        <w:pStyle w:val="Heading1"/>
      </w:pPr>
      <w:r>
        <w:t>Background / Scenario</w:t>
      </w:r>
    </w:p>
    <w:p w14:paraId="1E99097D" w14:textId="77777777" w:rsidR="00627865" w:rsidRDefault="00627865" w:rsidP="00627865">
      <w:pPr>
        <w:pStyle w:val="BodyTextL25"/>
      </w:pPr>
      <w:r>
        <w:t>This is a comprehensive lab to review previously covered IOS commands</w:t>
      </w:r>
      <w:r w:rsidRPr="001302F0">
        <w:t xml:space="preserve">. </w:t>
      </w:r>
      <w:r>
        <w:t>In this lab, you will cable the equipment as shown in the topology diagram. You will then configure the devices to match the addressing table. After the configurations have been saved, you will verify your configurations by testing for network connectivity.</w:t>
      </w:r>
    </w:p>
    <w:p w14:paraId="700DBBAD" w14:textId="77777777" w:rsidR="00627865" w:rsidRDefault="00627865" w:rsidP="00627865">
      <w:pPr>
        <w:pStyle w:val="BodyTextL25"/>
      </w:pPr>
      <w:r>
        <w:t>After the devices have been configured and network connectivity has been verified, you will use IOS commands to retrieve information from the devices to answer questions about your network equipment.</w:t>
      </w:r>
    </w:p>
    <w:p w14:paraId="59E5CFB0" w14:textId="77777777" w:rsidR="00627865" w:rsidRDefault="00627865" w:rsidP="00627865">
      <w:pPr>
        <w:pStyle w:val="BodyTextL25"/>
      </w:pPr>
      <w:r>
        <w:t>This lab provides minimal assistance with the actual commands necessary to configure the router. Test your knowledge by trying to configure the devices without referring to the content or previous activities.</w:t>
      </w:r>
    </w:p>
    <w:p w14:paraId="605D65E2" w14:textId="05BEE518" w:rsidR="00627865" w:rsidRDefault="00627865" w:rsidP="00627865">
      <w:pPr>
        <w:pStyle w:val="BodyTextL25"/>
        <w:rPr>
          <w:rFonts w:eastAsia="Arial"/>
        </w:rPr>
      </w:pPr>
      <w:r w:rsidRPr="00A86660">
        <w:rPr>
          <w:rFonts w:eastAsia="Arial"/>
          <w:b/>
        </w:rPr>
        <w:t>Note</w:t>
      </w:r>
      <w:r w:rsidRPr="00216F46">
        <w:rPr>
          <w:rFonts w:eastAsia="Arial"/>
        </w:rPr>
        <w:t>:</w:t>
      </w:r>
      <w:r w:rsidRPr="00A86660">
        <w:rPr>
          <w:rFonts w:eastAsia="Arial"/>
        </w:rPr>
        <w:t xml:space="preserve"> The router</w:t>
      </w:r>
      <w:r>
        <w:rPr>
          <w:rFonts w:eastAsia="Arial"/>
        </w:rPr>
        <w:t xml:space="preserve">s used with CCNA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sidR="0038404C">
        <w:rPr>
          <w:rFonts w:eastAsia="Arial"/>
        </w:rPr>
        <w:t>6.9.4</w:t>
      </w:r>
      <w:r>
        <w:rPr>
          <w:rFonts w:eastAsia="Arial"/>
        </w:rPr>
        <w:t xml:space="preserve"> (universalk9 </w:t>
      </w:r>
      <w:r w:rsidRPr="00A86660">
        <w:rPr>
          <w:rFonts w:eastAsia="Arial"/>
        </w:rPr>
        <w:t xml:space="preserve">image). The </w:t>
      </w:r>
      <w:r>
        <w:rPr>
          <w:rFonts w:eastAsia="Arial"/>
        </w:rPr>
        <w:t xml:space="preserve">switches used in the labs are </w:t>
      </w:r>
      <w:r w:rsidRPr="00A86660">
        <w:rPr>
          <w:rFonts w:eastAsia="Arial"/>
        </w:rPr>
        <w:t xml:space="preserve">Cisco </w:t>
      </w:r>
      <w:r>
        <w:rPr>
          <w:rFonts w:eastAsia="Arial"/>
        </w:rPr>
        <w:t>Catalyst 2960s</w:t>
      </w:r>
      <w:r w:rsidRPr="00A86660">
        <w:rPr>
          <w:rFonts w:eastAsia="Arial"/>
        </w:rPr>
        <w:t xml:space="preserve"> 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 xml:space="preserve">5.2(2) </w:t>
      </w:r>
      <w:r>
        <w:rPr>
          <w:rFonts w:eastAsia="Arial"/>
        </w:rPr>
        <w:lastRenderedPageBreak/>
        <w:t xml:space="preserve">(lanbasek9 </w:t>
      </w:r>
      <w:r w:rsidRPr="00A86660">
        <w:rPr>
          <w:rFonts w:eastAsia="Arial"/>
        </w:rPr>
        <w:t>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7A1A6BDC" w14:textId="490A514B" w:rsidR="00627865" w:rsidRDefault="00627865" w:rsidP="00627865">
      <w:pPr>
        <w:pStyle w:val="InstNoteRedL25"/>
        <w:rPr>
          <w:color w:val="auto"/>
        </w:rPr>
      </w:pPr>
      <w:r w:rsidRPr="00B2763C">
        <w:rPr>
          <w:b/>
          <w:color w:val="auto"/>
        </w:rPr>
        <w:t>Note</w:t>
      </w:r>
      <w:r w:rsidRPr="00B2763C">
        <w:rPr>
          <w:color w:val="auto"/>
        </w:rPr>
        <w:t xml:space="preserve">: </w:t>
      </w:r>
      <w:r>
        <w:rPr>
          <w:color w:val="auto"/>
        </w:rPr>
        <w:t>En</w:t>
      </w:r>
      <w:r w:rsidRPr="00B2763C">
        <w:rPr>
          <w:color w:val="auto"/>
        </w:rPr>
        <w:t xml:space="preserve">sure that the routers and switches have been erased and have no startup configurations. </w:t>
      </w:r>
      <w:r>
        <w:rPr>
          <w:color w:val="auto"/>
        </w:rPr>
        <w:t>Consult with your instructor for the procedure to i</w:t>
      </w:r>
      <w:r w:rsidRPr="00B2763C">
        <w:rPr>
          <w:color w:val="auto"/>
        </w:rPr>
        <w:t>nitializ</w:t>
      </w:r>
      <w:r>
        <w:rPr>
          <w:color w:val="auto"/>
        </w:rPr>
        <w:t xml:space="preserve">e </w:t>
      </w:r>
      <w:r w:rsidRPr="00B2763C">
        <w:rPr>
          <w:color w:val="auto"/>
        </w:rPr>
        <w:t xml:space="preserve">and </w:t>
      </w:r>
      <w:r>
        <w:rPr>
          <w:color w:val="auto"/>
        </w:rPr>
        <w:t>r</w:t>
      </w:r>
      <w:r w:rsidRPr="00B2763C">
        <w:rPr>
          <w:color w:val="auto"/>
        </w:rPr>
        <w:t>eload</w:t>
      </w:r>
      <w:r>
        <w:rPr>
          <w:color w:val="auto"/>
        </w:rPr>
        <w:t xml:space="preserve"> </w:t>
      </w:r>
      <w:r w:rsidRPr="00B2763C">
        <w:rPr>
          <w:color w:val="auto"/>
        </w:rPr>
        <w:t xml:space="preserve">a </w:t>
      </w:r>
      <w:r>
        <w:rPr>
          <w:color w:val="auto"/>
        </w:rPr>
        <w:t>r</w:t>
      </w:r>
      <w:r w:rsidRPr="00B2763C">
        <w:rPr>
          <w:color w:val="auto"/>
        </w:rPr>
        <w:t xml:space="preserve">outer and </w:t>
      </w:r>
      <w:r>
        <w:rPr>
          <w:color w:val="auto"/>
        </w:rPr>
        <w:t>s</w:t>
      </w:r>
      <w:r w:rsidRPr="00B2763C">
        <w:rPr>
          <w:color w:val="auto"/>
        </w:rPr>
        <w:t>witch.</w:t>
      </w:r>
    </w:p>
    <w:p w14:paraId="1613C8F8" w14:textId="77777777" w:rsidR="00EC046E" w:rsidRPr="005F738E" w:rsidRDefault="00EC046E" w:rsidP="00EC046E">
      <w:pPr>
        <w:pStyle w:val="InstNoteRedL25"/>
        <w:rPr>
          <w:color w:val="000000"/>
        </w:rPr>
      </w:pPr>
      <w:r w:rsidRPr="005F738E">
        <w:rPr>
          <w:color w:val="000000"/>
        </w:rPr>
        <w:t xml:space="preserve">The </w:t>
      </w:r>
      <w:r w:rsidRPr="005F738E">
        <w:rPr>
          <w:b/>
          <w:color w:val="000000"/>
        </w:rPr>
        <w:t>default bias</w:t>
      </w:r>
      <w:r w:rsidRPr="005F738E">
        <w:rPr>
          <w:color w:val="000000"/>
        </w:rPr>
        <w:t xml:space="preserve"> template used by the Switch Database Manager (SDM) does not provide IPv6 address capabilities. Verify that SDM is using either the </w:t>
      </w:r>
      <w:r w:rsidRPr="005F738E">
        <w:rPr>
          <w:b/>
          <w:color w:val="000000"/>
        </w:rPr>
        <w:t>dual-ipv4-and-ipv6</w:t>
      </w:r>
      <w:r w:rsidRPr="005F738E">
        <w:rPr>
          <w:color w:val="000000"/>
        </w:rPr>
        <w:t xml:space="preserve"> template or the </w:t>
      </w:r>
      <w:r w:rsidRPr="005F738E">
        <w:rPr>
          <w:b/>
          <w:color w:val="000000"/>
        </w:rPr>
        <w:t>lanbase-routing</w:t>
      </w:r>
      <w:r w:rsidRPr="005F738E">
        <w:rPr>
          <w:color w:val="000000"/>
        </w:rPr>
        <w:t xml:space="preserve"> template. The new template will be used after reboot even if the configuration is not saved.</w:t>
      </w:r>
    </w:p>
    <w:p w14:paraId="10119921" w14:textId="77777777" w:rsidR="00EC046E" w:rsidRPr="005F738E" w:rsidRDefault="00EC046E" w:rsidP="00EC046E">
      <w:pPr>
        <w:pStyle w:val="CMD"/>
        <w:rPr>
          <w:color w:val="000000"/>
        </w:rPr>
      </w:pPr>
      <w:r w:rsidRPr="005F738E">
        <w:rPr>
          <w:color w:val="000000"/>
        </w:rPr>
        <w:t xml:space="preserve">S1# </w:t>
      </w:r>
      <w:r w:rsidRPr="005F738E">
        <w:rPr>
          <w:b/>
          <w:color w:val="000000"/>
        </w:rPr>
        <w:t>show sdm prefer</w:t>
      </w:r>
    </w:p>
    <w:p w14:paraId="0E2C41F6" w14:textId="77777777" w:rsidR="00EC046E" w:rsidRPr="005F738E" w:rsidRDefault="00EC046E" w:rsidP="00EC046E">
      <w:pPr>
        <w:pStyle w:val="InstNoteRedL25"/>
        <w:rPr>
          <w:color w:val="000000"/>
        </w:rPr>
      </w:pPr>
      <w:r w:rsidRPr="005F738E">
        <w:rPr>
          <w:color w:val="000000"/>
        </w:rPr>
        <w:t xml:space="preserve">Use the following commands to assign the </w:t>
      </w:r>
      <w:r w:rsidRPr="005F738E">
        <w:rPr>
          <w:b/>
          <w:color w:val="000000"/>
        </w:rPr>
        <w:t>dual-ipv4-and-ipv6</w:t>
      </w:r>
      <w:r w:rsidRPr="005F738E">
        <w:rPr>
          <w:color w:val="000000"/>
        </w:rPr>
        <w:t xml:space="preserve"> template as the default SDM template.</w:t>
      </w:r>
    </w:p>
    <w:p w14:paraId="52EB2BF8" w14:textId="77777777" w:rsidR="00EC046E" w:rsidRPr="005F738E" w:rsidRDefault="00EC046E" w:rsidP="00EC046E">
      <w:pPr>
        <w:pStyle w:val="CMD"/>
        <w:rPr>
          <w:b/>
          <w:color w:val="000000"/>
        </w:rPr>
      </w:pPr>
      <w:r w:rsidRPr="005F738E">
        <w:rPr>
          <w:color w:val="000000"/>
        </w:rPr>
        <w:t xml:space="preserve">S1# </w:t>
      </w:r>
      <w:r w:rsidRPr="005F738E">
        <w:rPr>
          <w:b/>
          <w:color w:val="000000"/>
        </w:rPr>
        <w:t>configure terminal</w:t>
      </w:r>
    </w:p>
    <w:p w14:paraId="2302AC60" w14:textId="77777777" w:rsidR="00EC046E" w:rsidRPr="005F738E" w:rsidRDefault="00EC046E" w:rsidP="00EC046E">
      <w:pPr>
        <w:pStyle w:val="CMD"/>
        <w:rPr>
          <w:color w:val="000000"/>
        </w:rPr>
      </w:pPr>
      <w:r w:rsidRPr="005F738E">
        <w:rPr>
          <w:color w:val="000000"/>
        </w:rPr>
        <w:t xml:space="preserve">S1(config)# </w:t>
      </w:r>
      <w:r w:rsidRPr="005F738E">
        <w:rPr>
          <w:b/>
          <w:color w:val="000000"/>
        </w:rPr>
        <w:t>sdm prefer dual-ipv4-and-ipv6 default</w:t>
      </w:r>
    </w:p>
    <w:p w14:paraId="389BAC34" w14:textId="77777777" w:rsidR="00EC046E" w:rsidRPr="005F738E" w:rsidRDefault="00EC046E" w:rsidP="00EC046E">
      <w:pPr>
        <w:pStyle w:val="CMD"/>
        <w:rPr>
          <w:color w:val="000000"/>
        </w:rPr>
      </w:pPr>
      <w:r w:rsidRPr="005F738E">
        <w:rPr>
          <w:color w:val="000000"/>
        </w:rPr>
        <w:t xml:space="preserve">S1(config)# </w:t>
      </w:r>
      <w:r w:rsidRPr="005F738E">
        <w:rPr>
          <w:b/>
          <w:color w:val="000000"/>
        </w:rPr>
        <w:t>end</w:t>
      </w:r>
    </w:p>
    <w:p w14:paraId="472A0BC0" w14:textId="77777777" w:rsidR="00EC046E" w:rsidRPr="005F738E" w:rsidRDefault="00EC046E" w:rsidP="00EC046E">
      <w:pPr>
        <w:pStyle w:val="CMD"/>
        <w:rPr>
          <w:b/>
          <w:color w:val="000000"/>
        </w:rPr>
      </w:pPr>
      <w:r w:rsidRPr="005F738E">
        <w:rPr>
          <w:color w:val="000000"/>
        </w:rPr>
        <w:t xml:space="preserve">S1# </w:t>
      </w:r>
      <w:r w:rsidRPr="005F738E">
        <w:rPr>
          <w:b/>
          <w:color w:val="000000"/>
        </w:rPr>
        <w:t>reload</w:t>
      </w:r>
    </w:p>
    <w:p w14:paraId="62A8D22D" w14:textId="77777777" w:rsidR="00627865" w:rsidRDefault="00627865" w:rsidP="00C149CC">
      <w:pPr>
        <w:pStyle w:val="Heading1"/>
      </w:pPr>
      <w:r>
        <w:t>Required Resources</w:t>
      </w:r>
    </w:p>
    <w:p w14:paraId="019400E9" w14:textId="3FE65613" w:rsidR="00627865" w:rsidRPr="0029785B" w:rsidRDefault="00627865" w:rsidP="0029785B">
      <w:pPr>
        <w:pStyle w:val="Bulletlevel1"/>
      </w:pPr>
      <w:r w:rsidRPr="0029785B">
        <w:t>1 Router (Cisco 4221 with Cisco IOS XE Release 16.9.</w:t>
      </w:r>
      <w:r w:rsidR="0038404C" w:rsidRPr="0029785B">
        <w:t>4</w:t>
      </w:r>
      <w:r w:rsidRPr="0029785B">
        <w:t xml:space="preserve"> universal image or comparable)</w:t>
      </w:r>
    </w:p>
    <w:p w14:paraId="25F3A816" w14:textId="77777777" w:rsidR="00627865" w:rsidRPr="0029785B" w:rsidRDefault="00627865" w:rsidP="0029785B">
      <w:pPr>
        <w:pStyle w:val="Bulletlevel1"/>
      </w:pPr>
      <w:r w:rsidRPr="0029785B">
        <w:t>1 Switch (Cisco 2960 with Cisco IOS Release 15.2(2) lanbasek9 image or comparable)</w:t>
      </w:r>
    </w:p>
    <w:p w14:paraId="0F842BBD" w14:textId="77777777" w:rsidR="00627865" w:rsidRPr="0029785B" w:rsidRDefault="00627865" w:rsidP="0029785B">
      <w:pPr>
        <w:pStyle w:val="Bulletlevel1"/>
      </w:pPr>
      <w:r w:rsidRPr="0029785B">
        <w:t>2 PCs (Windows with a terminal emulation program, such as Tera Term)</w:t>
      </w:r>
    </w:p>
    <w:p w14:paraId="7D6D4B48" w14:textId="77777777" w:rsidR="00C60A2B" w:rsidRPr="0029785B" w:rsidRDefault="00C60A2B" w:rsidP="0029785B">
      <w:pPr>
        <w:pStyle w:val="Bulletlevel1"/>
      </w:pPr>
      <w:r w:rsidRPr="0029785B">
        <w:t>Console cables to configure the Cisco IOS devices via the console ports</w:t>
      </w:r>
    </w:p>
    <w:p w14:paraId="6CFF4156" w14:textId="77777777" w:rsidR="00627865" w:rsidRPr="0029785B" w:rsidRDefault="00627865" w:rsidP="0029785B">
      <w:pPr>
        <w:pStyle w:val="Bulletlevel1"/>
      </w:pPr>
      <w:r w:rsidRPr="0029785B">
        <w:t>Ethernet cables as shown in the topology</w:t>
      </w:r>
    </w:p>
    <w:p w14:paraId="177A6553" w14:textId="77777777" w:rsidR="00627865" w:rsidRDefault="00627865" w:rsidP="00627865">
      <w:pPr>
        <w:pStyle w:val="BodyTextL25"/>
      </w:pPr>
      <w:r w:rsidRPr="00C67E3B">
        <w:rPr>
          <w:b/>
        </w:rPr>
        <w:t>Note</w:t>
      </w:r>
      <w:r w:rsidRPr="00C67E3B">
        <w:t xml:space="preserve">: </w:t>
      </w:r>
      <w:r>
        <w:t>The Gigabit Ethernet interfaces on Cisco 4221 routers are autosensing and an Ethernet straight-through cable may be used between the router and PC-B. If using another model Cisco router, it may be necessary to use an Ethernet crossover cable.</w:t>
      </w:r>
    </w:p>
    <w:p w14:paraId="11CE2ABC" w14:textId="23612385" w:rsidR="001E296B" w:rsidRDefault="001E296B" w:rsidP="00C149CC">
      <w:pPr>
        <w:pStyle w:val="Heading1"/>
      </w:pPr>
      <w:r>
        <w:t>Instructions</w:t>
      </w:r>
    </w:p>
    <w:p w14:paraId="4F747E1D" w14:textId="62A93E76" w:rsidR="00627865" w:rsidRPr="004C0909" w:rsidRDefault="00627865" w:rsidP="008053E6">
      <w:pPr>
        <w:pStyle w:val="Heading2"/>
      </w:pPr>
      <w:r>
        <w:t>Set Up Topology and Initialize Devices</w:t>
      </w:r>
    </w:p>
    <w:p w14:paraId="4316F2AE" w14:textId="77777777" w:rsidR="00627865" w:rsidRDefault="00627865" w:rsidP="00627865">
      <w:pPr>
        <w:pStyle w:val="Heading3"/>
      </w:pPr>
      <w:r>
        <w:t>Cable the network as shown in the topology.</w:t>
      </w:r>
    </w:p>
    <w:p w14:paraId="6268D660" w14:textId="77777777" w:rsidR="00627865" w:rsidRDefault="00627865" w:rsidP="00627865">
      <w:pPr>
        <w:pStyle w:val="SubStepAlpha"/>
      </w:pPr>
      <w:r>
        <w:t>Attach the devices shown in the topology diagram, and cable, as necessary.</w:t>
      </w:r>
    </w:p>
    <w:p w14:paraId="6AF5008E" w14:textId="77777777" w:rsidR="00627865" w:rsidRDefault="00627865" w:rsidP="00627865">
      <w:pPr>
        <w:pStyle w:val="SubStepAlpha"/>
      </w:pPr>
      <w:r>
        <w:t>Power on all the devices in the topology.</w:t>
      </w:r>
    </w:p>
    <w:p w14:paraId="54234610" w14:textId="77777777" w:rsidR="00627865" w:rsidRDefault="00627865" w:rsidP="00627865">
      <w:pPr>
        <w:pStyle w:val="Heading3"/>
      </w:pPr>
      <w:r>
        <w:t>Initialize and reload the router and switch.</w:t>
      </w:r>
    </w:p>
    <w:p w14:paraId="6843C507" w14:textId="77777777" w:rsidR="00627865" w:rsidRPr="00BF3F0A" w:rsidRDefault="00627865" w:rsidP="00627865">
      <w:pPr>
        <w:pStyle w:val="BodyTextL25"/>
      </w:pPr>
      <w:r>
        <w:t xml:space="preserve">If configuration files were previously saved on the router and switch, initialize and reload these devices back to their default configurations. </w:t>
      </w:r>
    </w:p>
    <w:p w14:paraId="0AEA88FE" w14:textId="77777777" w:rsidR="00627865" w:rsidRDefault="00627865" w:rsidP="008053E6">
      <w:pPr>
        <w:pStyle w:val="Heading2"/>
      </w:pPr>
      <w:r>
        <w:t>Configure Devices and Verify Connectivity</w:t>
      </w:r>
    </w:p>
    <w:p w14:paraId="62963DE1" w14:textId="06CA451E" w:rsidR="00627865" w:rsidRDefault="00627865" w:rsidP="00627865">
      <w:pPr>
        <w:pStyle w:val="BodyTextL25"/>
      </w:pPr>
      <w:r>
        <w:t xml:space="preserve">In Part 2, you will set up the network topology and configure basic settings, such as the interface IP addresses, device access, and passwords. Refer to the </w:t>
      </w:r>
      <w:r>
        <w:fldChar w:fldCharType="begin"/>
      </w:r>
      <w:r>
        <w:instrText xml:space="preserve"> REF _Ref348816659 \h </w:instrText>
      </w:r>
      <w:r>
        <w:fldChar w:fldCharType="separate"/>
      </w:r>
      <w:r w:rsidR="00F97F09">
        <w:rPr>
          <w:b/>
          <w:bCs/>
        </w:rPr>
        <w:t>Error! Reference source not found.</w:t>
      </w:r>
      <w:r>
        <w:fldChar w:fldCharType="end"/>
      </w:r>
      <w:r>
        <w:t xml:space="preserve"> and </w:t>
      </w:r>
      <w:r>
        <w:fldChar w:fldCharType="begin"/>
      </w:r>
      <w:r>
        <w:instrText xml:space="preserve"> REF _Ref348816666 \h </w:instrText>
      </w:r>
      <w:r>
        <w:fldChar w:fldCharType="separate"/>
      </w:r>
      <w:r w:rsidR="00F97F09">
        <w:rPr>
          <w:b/>
          <w:bCs/>
        </w:rPr>
        <w:t>Error! Reference source not found.</w:t>
      </w:r>
      <w:r>
        <w:fldChar w:fldCharType="end"/>
      </w:r>
      <w:r>
        <w:t xml:space="preserve"> at the beginning of this lab for device names and address information.</w:t>
      </w:r>
    </w:p>
    <w:p w14:paraId="38D0D720" w14:textId="77777777" w:rsidR="00627865" w:rsidRDefault="00627865" w:rsidP="00627865">
      <w:pPr>
        <w:pStyle w:val="Heading3"/>
      </w:pPr>
      <w:r>
        <w:t>Assign static IP information to the PC interfaces.</w:t>
      </w:r>
    </w:p>
    <w:p w14:paraId="3ED9C02A" w14:textId="77777777" w:rsidR="00627865" w:rsidRDefault="00627865" w:rsidP="00627865">
      <w:pPr>
        <w:pStyle w:val="SubStepAlpha"/>
      </w:pPr>
      <w:r>
        <w:t>Configure the IP address, subnet mask, and default gateway settings on PC-A.</w:t>
      </w:r>
    </w:p>
    <w:p w14:paraId="42ADE76B" w14:textId="77777777" w:rsidR="00627865" w:rsidRDefault="00627865" w:rsidP="00627865">
      <w:pPr>
        <w:pStyle w:val="SubStepAlpha"/>
      </w:pPr>
      <w:r>
        <w:lastRenderedPageBreak/>
        <w:t>Configure the IP address, subnet mask, and default gateway settings on PC-B.</w:t>
      </w:r>
    </w:p>
    <w:p w14:paraId="2493DDBF" w14:textId="77777777" w:rsidR="00627865" w:rsidRDefault="00627865" w:rsidP="00627865">
      <w:pPr>
        <w:pStyle w:val="SubStepAlpha"/>
      </w:pPr>
      <w:r>
        <w:t>Ping PC-B from a command prompt window on PC-A.</w:t>
      </w:r>
      <w:r w:rsidRPr="001D375B">
        <w:rPr>
          <w:b/>
        </w:rPr>
        <w:t xml:space="preserve"> </w:t>
      </w:r>
    </w:p>
    <w:p w14:paraId="57AEB51D" w14:textId="3E4B389E" w:rsidR="00627865" w:rsidRDefault="00627865" w:rsidP="00627865">
      <w:pPr>
        <w:pStyle w:val="BodyTextL50"/>
      </w:pPr>
      <w:r w:rsidRPr="001D375B">
        <w:rPr>
          <w:b/>
        </w:rPr>
        <w:t>Note</w:t>
      </w:r>
      <w:r w:rsidRPr="00986E12">
        <w:t>:</w:t>
      </w:r>
      <w:r w:rsidRPr="005525D6">
        <w:t xml:space="preserve"> </w:t>
      </w:r>
      <w:r>
        <w:t>If pings are not successful, the Windows Firewall may need to be turned off.</w:t>
      </w:r>
    </w:p>
    <w:p w14:paraId="66C7EC7F" w14:textId="0F1411BF" w:rsidR="008E4CE4" w:rsidRDefault="008E4CE4" w:rsidP="008E4CE4">
      <w:pPr>
        <w:pStyle w:val="Heading4"/>
      </w:pPr>
      <w:r>
        <w:t>Question</w:t>
      </w:r>
      <w:r w:rsidRPr="008E4CE4">
        <w:t>:</w:t>
      </w:r>
    </w:p>
    <w:p w14:paraId="6466F35F" w14:textId="77777777" w:rsidR="00627865" w:rsidRDefault="00627865" w:rsidP="008E4CE4">
      <w:pPr>
        <w:pStyle w:val="BodyTextL50"/>
        <w:spacing w:before="0"/>
      </w:pPr>
      <w:r>
        <w:t>Why were the pings not successful?</w:t>
      </w:r>
    </w:p>
    <w:p w14:paraId="5C937B8C" w14:textId="77777777" w:rsidR="00627865" w:rsidRDefault="00627865" w:rsidP="00627865">
      <w:pPr>
        <w:pStyle w:val="AnswerLineL50"/>
      </w:pPr>
      <w:r>
        <w:t>Type your answers here.</w:t>
      </w:r>
    </w:p>
    <w:p w14:paraId="5272FC79" w14:textId="77777777" w:rsidR="00627865" w:rsidRDefault="00627865" w:rsidP="00627865">
      <w:pPr>
        <w:pStyle w:val="Heading3"/>
      </w:pPr>
      <w:r>
        <w:t>Configure the router.</w:t>
      </w:r>
    </w:p>
    <w:p w14:paraId="204CA013" w14:textId="3B682A00" w:rsidR="00627865" w:rsidRDefault="00627865" w:rsidP="00C149CC">
      <w:pPr>
        <w:pStyle w:val="SubStepAlpha"/>
        <w:spacing w:after="0"/>
      </w:pPr>
      <w:r>
        <w:t>Console into the router and enable privileged EXEC mode.</w:t>
      </w:r>
    </w:p>
    <w:p w14:paraId="262022F6" w14:textId="7FF91512" w:rsidR="008053E6" w:rsidRDefault="008053E6" w:rsidP="008053E6">
      <w:pPr>
        <w:pStyle w:val="ConfigWindow"/>
      </w:pPr>
      <w:r>
        <w:t>Open configuration window</w:t>
      </w:r>
    </w:p>
    <w:p w14:paraId="107ECCA0" w14:textId="77777777" w:rsidR="00627865" w:rsidRPr="00EB025A" w:rsidRDefault="00627865" w:rsidP="00EB025A">
      <w:pPr>
        <w:pStyle w:val="SubStepAlpha"/>
      </w:pPr>
      <w:r>
        <w:t>Enter configuration mode.</w:t>
      </w:r>
    </w:p>
    <w:p w14:paraId="2C82D3CD" w14:textId="77777777" w:rsidR="00627865" w:rsidRDefault="00627865" w:rsidP="00627865">
      <w:pPr>
        <w:pStyle w:val="SubStepAlpha"/>
      </w:pPr>
      <w:r>
        <w:t>Assign a device name to the router.</w:t>
      </w:r>
    </w:p>
    <w:p w14:paraId="64E41D15" w14:textId="77777777" w:rsidR="00627865" w:rsidRPr="00EB025A" w:rsidRDefault="00627865" w:rsidP="00627865">
      <w:pPr>
        <w:pStyle w:val="SubStepAlpha"/>
      </w:pPr>
      <w:r>
        <w:t>Disable DNS lookup to prevent the router from attempting to translate incorrectly entered commands as though they were host names.</w:t>
      </w:r>
    </w:p>
    <w:p w14:paraId="138B726C" w14:textId="77777777" w:rsidR="00627865" w:rsidRPr="00EB025A" w:rsidRDefault="00627865" w:rsidP="00627865">
      <w:pPr>
        <w:pStyle w:val="SubStepAlpha"/>
      </w:pPr>
      <w:r>
        <w:t xml:space="preserve">Assign </w:t>
      </w:r>
      <w:r w:rsidRPr="00960AFB">
        <w:rPr>
          <w:b/>
        </w:rPr>
        <w:t>class</w:t>
      </w:r>
      <w:r>
        <w:t xml:space="preserve"> as the privileged EXEC encrypted password.</w:t>
      </w:r>
    </w:p>
    <w:p w14:paraId="1B708A68" w14:textId="77777777" w:rsidR="00627865" w:rsidRPr="00EB025A" w:rsidRDefault="00627865" w:rsidP="00627865">
      <w:pPr>
        <w:pStyle w:val="SubStepAlpha"/>
      </w:pPr>
      <w:r>
        <w:t xml:space="preserve">Assign </w:t>
      </w:r>
      <w:r w:rsidRPr="00960AFB">
        <w:rPr>
          <w:b/>
        </w:rPr>
        <w:t>cisco</w:t>
      </w:r>
      <w:r>
        <w:t xml:space="preserve"> as the console password and enable login.</w:t>
      </w:r>
    </w:p>
    <w:p w14:paraId="6A5D438E" w14:textId="77777777" w:rsidR="00627865" w:rsidRDefault="00627865" w:rsidP="00627865">
      <w:pPr>
        <w:pStyle w:val="SubStepAlpha"/>
      </w:pPr>
      <w:r>
        <w:t xml:space="preserve">Assign </w:t>
      </w:r>
      <w:r w:rsidRPr="00960AFB">
        <w:rPr>
          <w:b/>
        </w:rPr>
        <w:t>cisco</w:t>
      </w:r>
      <w:r>
        <w:t xml:space="preserve"> as the VTY password and enable login.</w:t>
      </w:r>
    </w:p>
    <w:p w14:paraId="424E71AD" w14:textId="77777777" w:rsidR="00627865" w:rsidRDefault="00627865" w:rsidP="00627865">
      <w:pPr>
        <w:pStyle w:val="SubStepAlpha"/>
      </w:pPr>
      <w:r>
        <w:t>Encrypt the plaintext passwords.</w:t>
      </w:r>
    </w:p>
    <w:p w14:paraId="7F82B12D" w14:textId="77777777" w:rsidR="00627865" w:rsidRDefault="00627865" w:rsidP="00627865">
      <w:pPr>
        <w:pStyle w:val="SubStepAlpha"/>
      </w:pPr>
      <w:r>
        <w:t>Create a banner that warns anyone accessing the device that unauthorized access is prohibited.</w:t>
      </w:r>
    </w:p>
    <w:p w14:paraId="0B165797" w14:textId="77777777" w:rsidR="00627865" w:rsidRDefault="00627865" w:rsidP="00627865">
      <w:pPr>
        <w:pStyle w:val="SubStepAlpha"/>
      </w:pPr>
      <w:r>
        <w:t>Configure and activate both interfaces on the router.</w:t>
      </w:r>
    </w:p>
    <w:p w14:paraId="0826588E" w14:textId="77777777" w:rsidR="00627865" w:rsidRDefault="00627865" w:rsidP="00627865">
      <w:pPr>
        <w:pStyle w:val="SubStepAlpha"/>
      </w:pPr>
      <w:r>
        <w:t>Configure an interface description for each interface indicating which device is connected to it.</w:t>
      </w:r>
    </w:p>
    <w:p w14:paraId="20B03D47" w14:textId="51CE4585" w:rsidR="00936317" w:rsidRDefault="00936317" w:rsidP="00627865">
      <w:pPr>
        <w:pStyle w:val="SubStepAlpha"/>
      </w:pPr>
      <w:r>
        <w:t>To enable IPv6 routing, enter the command ipv6 unicast-routing.</w:t>
      </w:r>
    </w:p>
    <w:p w14:paraId="714DDFF9" w14:textId="75A48C5E" w:rsidR="00936317" w:rsidRDefault="00936317" w:rsidP="00936317">
      <w:pPr>
        <w:pStyle w:val="CMD"/>
      </w:pPr>
      <w:r w:rsidRPr="00936317">
        <w:t>R1(config)#</w:t>
      </w:r>
      <w:r>
        <w:t xml:space="preserve"> </w:t>
      </w:r>
      <w:r w:rsidRPr="00936317">
        <w:rPr>
          <w:b/>
        </w:rPr>
        <w:t>ipv6 unicast-routing</w:t>
      </w:r>
    </w:p>
    <w:p w14:paraId="40800FC6" w14:textId="769080F5" w:rsidR="00627865" w:rsidRDefault="00627865" w:rsidP="00627865">
      <w:pPr>
        <w:pStyle w:val="SubStepAlpha"/>
      </w:pPr>
      <w:r>
        <w:t>Save the running configuration to the startup configuration file.</w:t>
      </w:r>
    </w:p>
    <w:p w14:paraId="2FAF393E" w14:textId="77777777" w:rsidR="00627865" w:rsidRDefault="00627865" w:rsidP="00627865">
      <w:pPr>
        <w:pStyle w:val="SubStepAlpha"/>
      </w:pPr>
      <w:r>
        <w:t>Set the clock on the router.</w:t>
      </w:r>
    </w:p>
    <w:p w14:paraId="10857231" w14:textId="5E20F2D9" w:rsidR="00627865" w:rsidRDefault="00627865" w:rsidP="00627865">
      <w:pPr>
        <w:pStyle w:val="BodyTextL50"/>
      </w:pPr>
      <w:r w:rsidRPr="005251ED">
        <w:rPr>
          <w:b/>
        </w:rPr>
        <w:t>Note</w:t>
      </w:r>
      <w:r w:rsidRPr="00FF5C62">
        <w:t>:</w:t>
      </w:r>
      <w:r>
        <w:t xml:space="preserve"> Use the question mark (</w:t>
      </w:r>
      <w:r w:rsidRPr="005251ED">
        <w:rPr>
          <w:b/>
        </w:rPr>
        <w:t>?</w:t>
      </w:r>
      <w:r w:rsidRPr="00AD45A0">
        <w:t>)</w:t>
      </w:r>
      <w:r>
        <w:t xml:space="preserve"> to help with the correct sequence of parameters needed to execute this command.</w:t>
      </w:r>
    </w:p>
    <w:p w14:paraId="3111606D" w14:textId="716C48E7" w:rsidR="008053E6" w:rsidRDefault="008053E6" w:rsidP="008053E6">
      <w:pPr>
        <w:pStyle w:val="ConfigWindow"/>
      </w:pPr>
      <w:r>
        <w:t>Close configuration window</w:t>
      </w:r>
    </w:p>
    <w:p w14:paraId="6A7A865C" w14:textId="0152C793" w:rsidR="00627865" w:rsidRDefault="00627865" w:rsidP="008053E6">
      <w:pPr>
        <w:pStyle w:val="SubStepAlpha"/>
        <w:spacing w:before="0"/>
      </w:pPr>
      <w:r>
        <w:t>Ping PC-B from a command prompt window on PC-A.</w:t>
      </w:r>
    </w:p>
    <w:p w14:paraId="798158FA" w14:textId="77777777" w:rsidR="00627865" w:rsidRPr="006A5C3D" w:rsidRDefault="00627865" w:rsidP="008053E6">
      <w:pPr>
        <w:pStyle w:val="BodyTextL50"/>
        <w:spacing w:before="0"/>
      </w:pPr>
      <w:r w:rsidRPr="006A5C3D">
        <w:rPr>
          <w:b/>
        </w:rPr>
        <w:t>Note</w:t>
      </w:r>
      <w:r w:rsidRPr="006A5C3D">
        <w:t>: If pings are not successful, the Windows Firewall may need to be turned off.</w:t>
      </w:r>
    </w:p>
    <w:p w14:paraId="170A099C" w14:textId="217BB3FE" w:rsidR="008E4CE4" w:rsidRDefault="008E4CE4" w:rsidP="008E4CE4">
      <w:pPr>
        <w:pStyle w:val="Heading4"/>
      </w:pPr>
      <w:r>
        <w:t>Question:</w:t>
      </w:r>
    </w:p>
    <w:p w14:paraId="723F5BB0" w14:textId="4C4BE7D7" w:rsidR="00627865" w:rsidRPr="00EE6166" w:rsidRDefault="00627865" w:rsidP="008E4CE4">
      <w:pPr>
        <w:pStyle w:val="BodyTextL50"/>
        <w:spacing w:before="0"/>
      </w:pPr>
      <w:r>
        <w:t xml:space="preserve">Were the pings </w:t>
      </w:r>
      <w:r w:rsidRPr="00EE6166">
        <w:t xml:space="preserve">successful? </w:t>
      </w:r>
      <w:r w:rsidR="006A5C3D">
        <w:t>Explain.</w:t>
      </w:r>
    </w:p>
    <w:p w14:paraId="03AD6C4C" w14:textId="77777777" w:rsidR="00627865" w:rsidRDefault="006A5C3D" w:rsidP="006A5C3D">
      <w:pPr>
        <w:pStyle w:val="AnswerLineL50"/>
      </w:pPr>
      <w:r>
        <w:t>Type your answers here.</w:t>
      </w:r>
    </w:p>
    <w:p w14:paraId="3F0EE450" w14:textId="4FC853B4" w:rsidR="00847AF5" w:rsidRDefault="00847AF5" w:rsidP="00C149CC">
      <w:pPr>
        <w:pStyle w:val="Heading3"/>
      </w:pPr>
      <w:r>
        <w:t>Configure the switch.</w:t>
      </w:r>
    </w:p>
    <w:p w14:paraId="533FFEB9" w14:textId="43C3BB6A" w:rsidR="00847AF5" w:rsidRDefault="00847AF5" w:rsidP="00847AF5">
      <w:pPr>
        <w:pStyle w:val="BodyTextL25"/>
      </w:pPr>
      <w:r>
        <w:t>In this step, you will configure the hostname, the VLAN 1 interface and its default gateway.</w:t>
      </w:r>
    </w:p>
    <w:p w14:paraId="2CEE258C" w14:textId="42B993B3" w:rsidR="00847AF5" w:rsidRPr="00847AF5" w:rsidRDefault="00847AF5" w:rsidP="00847AF5">
      <w:pPr>
        <w:pStyle w:val="ConfigWindow"/>
      </w:pPr>
      <w:r>
        <w:t>Open configuration window</w:t>
      </w:r>
    </w:p>
    <w:p w14:paraId="60908D9D" w14:textId="7E20FF85" w:rsidR="00847AF5" w:rsidRDefault="00847AF5" w:rsidP="00B93CBC">
      <w:pPr>
        <w:pStyle w:val="SubStepAlpha"/>
        <w:spacing w:before="0"/>
      </w:pPr>
      <w:r>
        <w:t>Console into the switch and enable privileged EXEC mode.</w:t>
      </w:r>
    </w:p>
    <w:p w14:paraId="5D57B59B" w14:textId="77777777" w:rsidR="00847AF5" w:rsidRPr="00EB025A" w:rsidRDefault="00847AF5" w:rsidP="00847AF5">
      <w:pPr>
        <w:pStyle w:val="SubStepAlpha"/>
      </w:pPr>
      <w:r>
        <w:t>Enter configuration mode.</w:t>
      </w:r>
    </w:p>
    <w:p w14:paraId="6AB1C14C" w14:textId="5C90BBC6" w:rsidR="00847AF5" w:rsidRDefault="00847AF5" w:rsidP="00847AF5">
      <w:pPr>
        <w:pStyle w:val="SubStepAlpha"/>
      </w:pPr>
      <w:r>
        <w:t>Assign a device name to the switch.</w:t>
      </w:r>
    </w:p>
    <w:p w14:paraId="10744C7F" w14:textId="77777777" w:rsidR="00847AF5" w:rsidRPr="00EB025A" w:rsidRDefault="00847AF5" w:rsidP="00847AF5">
      <w:pPr>
        <w:pStyle w:val="SubStepAlpha"/>
      </w:pPr>
      <w:r>
        <w:t>Disable DNS lookup to prevent the router from attempting to translate incorrectly entered commands as though they were host names.</w:t>
      </w:r>
    </w:p>
    <w:p w14:paraId="6E9C0972" w14:textId="006128DD" w:rsidR="00847AF5" w:rsidRDefault="00847AF5" w:rsidP="00847AF5">
      <w:pPr>
        <w:pStyle w:val="SubStepAlpha"/>
      </w:pPr>
      <w:r>
        <w:t xml:space="preserve">Configure and activate </w:t>
      </w:r>
      <w:r w:rsidR="00CD1864">
        <w:t>the VLAN</w:t>
      </w:r>
      <w:r>
        <w:t xml:space="preserve"> interface on the </w:t>
      </w:r>
      <w:r w:rsidR="00CD1864">
        <w:t>switch S1</w:t>
      </w:r>
      <w:r>
        <w:t>.</w:t>
      </w:r>
    </w:p>
    <w:p w14:paraId="065D56F7" w14:textId="728646FC" w:rsidR="00847AF5" w:rsidRDefault="00847AF5" w:rsidP="00847AF5">
      <w:pPr>
        <w:pStyle w:val="SubStepAlpha"/>
      </w:pPr>
      <w:r>
        <w:lastRenderedPageBreak/>
        <w:t xml:space="preserve">Configure </w:t>
      </w:r>
      <w:r w:rsidR="00CD1864">
        <w:t>the default gateway for the switch S1</w:t>
      </w:r>
      <w:r>
        <w:t>.</w:t>
      </w:r>
    </w:p>
    <w:p w14:paraId="4C526E33" w14:textId="341D6AAA" w:rsidR="00847AF5" w:rsidRDefault="00847AF5" w:rsidP="00847AF5">
      <w:pPr>
        <w:pStyle w:val="SubStepAlpha"/>
      </w:pPr>
      <w:r>
        <w:t>Save the running configuration to the startup configuration file.</w:t>
      </w:r>
    </w:p>
    <w:p w14:paraId="6791D7B1" w14:textId="79B13BCC" w:rsidR="006A41CF" w:rsidRDefault="006A41CF" w:rsidP="00F05869">
      <w:pPr>
        <w:pStyle w:val="Heading3"/>
      </w:pPr>
      <w:r>
        <w:t>Verify connectivity</w:t>
      </w:r>
      <w:r w:rsidR="00224818">
        <w:t xml:space="preserve"> end-to-end connectivity.</w:t>
      </w:r>
    </w:p>
    <w:p w14:paraId="45A2B533" w14:textId="49775C41" w:rsidR="006A41CF" w:rsidRDefault="00224818" w:rsidP="00847AF5">
      <w:pPr>
        <w:pStyle w:val="SubStepAlpha"/>
      </w:pPr>
      <w:r>
        <w:t>From PC-A, ping PC-B.</w:t>
      </w:r>
    </w:p>
    <w:p w14:paraId="031B05A1" w14:textId="30E882C5" w:rsidR="00224818" w:rsidRDefault="00224818" w:rsidP="00847AF5">
      <w:pPr>
        <w:pStyle w:val="SubStepAlpha"/>
      </w:pPr>
      <w:r>
        <w:t>From S1, ping PC-B.</w:t>
      </w:r>
    </w:p>
    <w:p w14:paraId="62ED8ACB" w14:textId="6464004F" w:rsidR="00224818" w:rsidRDefault="00224818" w:rsidP="00C149CC">
      <w:pPr>
        <w:pStyle w:val="BodyTextL25"/>
        <w:spacing w:after="0"/>
      </w:pPr>
      <w:r>
        <w:t>All the pings should be suc</w:t>
      </w:r>
      <w:r w:rsidR="00515A95">
        <w:t>cessful.</w:t>
      </w:r>
    </w:p>
    <w:p w14:paraId="52CB45A2" w14:textId="76B0282B" w:rsidR="00C149CC" w:rsidRDefault="00C149CC" w:rsidP="00C149CC">
      <w:pPr>
        <w:pStyle w:val="ConfigWindow"/>
      </w:pPr>
      <w:r>
        <w:t>Close configuration window</w:t>
      </w:r>
    </w:p>
    <w:p w14:paraId="05798C2B" w14:textId="6062882C" w:rsidR="00627865" w:rsidRDefault="00627865" w:rsidP="00C149CC">
      <w:pPr>
        <w:pStyle w:val="Heading2"/>
      </w:pPr>
      <w:r>
        <w:t>Display Device Information</w:t>
      </w:r>
    </w:p>
    <w:p w14:paraId="2303097E" w14:textId="188DE3CC" w:rsidR="00627865" w:rsidRDefault="00627865" w:rsidP="00627865">
      <w:pPr>
        <w:pStyle w:val="BodyTextL25"/>
      </w:pPr>
      <w:r>
        <w:t xml:space="preserve">In Part 3, you will use </w:t>
      </w:r>
      <w:r w:rsidRPr="001B76C8">
        <w:rPr>
          <w:b/>
        </w:rPr>
        <w:t>show</w:t>
      </w:r>
      <w:r>
        <w:t xml:space="preserve"> commands to retrieve</w:t>
      </w:r>
      <w:r w:rsidR="00CD1864">
        <w:t xml:space="preserve"> interface and routing </w:t>
      </w:r>
      <w:r>
        <w:t>information from the router and switch.</w:t>
      </w:r>
    </w:p>
    <w:p w14:paraId="3817FCBE" w14:textId="77777777" w:rsidR="00627865" w:rsidRDefault="00627865" w:rsidP="008053E6">
      <w:pPr>
        <w:pStyle w:val="Heading3"/>
        <w:spacing w:before="120"/>
      </w:pPr>
      <w:r>
        <w:t>Display the routing table on the router.</w:t>
      </w:r>
    </w:p>
    <w:p w14:paraId="0B47D054" w14:textId="68B571EA" w:rsidR="00627865" w:rsidRDefault="00627865" w:rsidP="00C149CC">
      <w:pPr>
        <w:pStyle w:val="SubStepAlpha"/>
        <w:spacing w:after="0"/>
      </w:pPr>
      <w:r>
        <w:t xml:space="preserve">Use the </w:t>
      </w:r>
      <w:r w:rsidRPr="00B36979">
        <w:rPr>
          <w:b/>
        </w:rPr>
        <w:t>show ip route</w:t>
      </w:r>
      <w:r>
        <w:t xml:space="preserve"> command on the router </w:t>
      </w:r>
      <w:r w:rsidR="00936317">
        <w:t xml:space="preserve">R1 </w:t>
      </w:r>
      <w:r>
        <w:t>to answer the following questions.</w:t>
      </w:r>
    </w:p>
    <w:p w14:paraId="13E00E07" w14:textId="439219A3" w:rsidR="008053E6" w:rsidRDefault="008053E6" w:rsidP="008053E6">
      <w:pPr>
        <w:pStyle w:val="ConfigWindow"/>
      </w:pPr>
      <w:r>
        <w:t>Open configuration window</w:t>
      </w:r>
    </w:p>
    <w:p w14:paraId="5F730D85" w14:textId="1864DDB0" w:rsidR="00936317" w:rsidRDefault="00936317" w:rsidP="00936317">
      <w:pPr>
        <w:pStyle w:val="Heading4"/>
      </w:pPr>
      <w:r>
        <w:t>Questions:</w:t>
      </w:r>
    </w:p>
    <w:p w14:paraId="4D9B6736" w14:textId="20EDD78D" w:rsidR="006A5C3D" w:rsidRDefault="00627865" w:rsidP="008053E6">
      <w:pPr>
        <w:pStyle w:val="BodyTextL50"/>
        <w:spacing w:before="0"/>
      </w:pPr>
      <w:r>
        <w:t>What code is used in the routing table to indicate a directly connected network?</w:t>
      </w:r>
    </w:p>
    <w:p w14:paraId="5DD36EF6" w14:textId="77777777" w:rsidR="006A5C3D" w:rsidRDefault="006A5C3D" w:rsidP="00936317">
      <w:pPr>
        <w:pStyle w:val="AnswerLineL50"/>
      </w:pPr>
      <w:r>
        <w:t>Type your answers here.</w:t>
      </w:r>
    </w:p>
    <w:p w14:paraId="3645B0BB" w14:textId="77777777" w:rsidR="006A5C3D" w:rsidRDefault="00627865" w:rsidP="00936317">
      <w:pPr>
        <w:pStyle w:val="BodyTextL50"/>
      </w:pPr>
      <w:r>
        <w:t>How many route entries are coded with</w:t>
      </w:r>
      <w:r w:rsidR="006A5C3D">
        <w:t xml:space="preserve"> a C code in the routing table?</w:t>
      </w:r>
    </w:p>
    <w:p w14:paraId="2A99D3F8" w14:textId="77777777" w:rsidR="006A5C3D" w:rsidRDefault="006A5C3D" w:rsidP="00936317">
      <w:pPr>
        <w:pStyle w:val="AnswerLineL50"/>
      </w:pPr>
      <w:r>
        <w:t>Type your answers here.</w:t>
      </w:r>
    </w:p>
    <w:p w14:paraId="591F0736" w14:textId="77777777" w:rsidR="00627865" w:rsidRDefault="00627865" w:rsidP="00936317">
      <w:pPr>
        <w:pStyle w:val="BodyTextL50"/>
      </w:pPr>
      <w:r>
        <w:t>What interface types are associated to the C coded routes?</w:t>
      </w:r>
    </w:p>
    <w:p w14:paraId="166485D3" w14:textId="77777777" w:rsidR="00627865" w:rsidRDefault="006A5C3D" w:rsidP="00936317">
      <w:pPr>
        <w:pStyle w:val="AnswerLineL50"/>
      </w:pPr>
      <w:r>
        <w:t>Type your answers here.</w:t>
      </w:r>
    </w:p>
    <w:p w14:paraId="1FDC03B8" w14:textId="70D8334A" w:rsidR="00936317" w:rsidRDefault="00936317" w:rsidP="00936317">
      <w:pPr>
        <w:pStyle w:val="SubStepAlpha"/>
      </w:pPr>
      <w:r>
        <w:t xml:space="preserve">Use the </w:t>
      </w:r>
      <w:r w:rsidRPr="00B36979">
        <w:rPr>
          <w:b/>
        </w:rPr>
        <w:t>show ip</w:t>
      </w:r>
      <w:r>
        <w:rPr>
          <w:b/>
        </w:rPr>
        <w:t>v6</w:t>
      </w:r>
      <w:r w:rsidRPr="00B36979">
        <w:rPr>
          <w:b/>
        </w:rPr>
        <w:t xml:space="preserve"> route</w:t>
      </w:r>
      <w:r>
        <w:t xml:space="preserve"> command on router R1 to display the IPv6 routes.</w:t>
      </w:r>
    </w:p>
    <w:p w14:paraId="17495A13" w14:textId="1F7C90CC" w:rsidR="00627865" w:rsidRDefault="00627865" w:rsidP="00627865">
      <w:pPr>
        <w:pStyle w:val="Heading3"/>
      </w:pPr>
      <w:r>
        <w:t>Display interface information on the router</w:t>
      </w:r>
      <w:r w:rsidR="008053E6">
        <w:t xml:space="preserve"> R1</w:t>
      </w:r>
      <w:r>
        <w:t>.</w:t>
      </w:r>
    </w:p>
    <w:p w14:paraId="74113B3A" w14:textId="07D0F217" w:rsidR="00627865" w:rsidRDefault="00627865" w:rsidP="001C33BC">
      <w:pPr>
        <w:pStyle w:val="SubStepAlpha"/>
      </w:pPr>
      <w:r>
        <w:t xml:space="preserve">Use the </w:t>
      </w:r>
      <w:r w:rsidRPr="00B36979">
        <w:rPr>
          <w:b/>
        </w:rPr>
        <w:t>show</w:t>
      </w:r>
      <w:r w:rsidR="00EC046E">
        <w:rPr>
          <w:b/>
        </w:rPr>
        <w:t xml:space="preserve"> ip</w:t>
      </w:r>
      <w:r w:rsidRPr="00B36979">
        <w:rPr>
          <w:b/>
        </w:rPr>
        <w:t xml:space="preserve"> interface g</w:t>
      </w:r>
      <w:r>
        <w:rPr>
          <w:b/>
        </w:rPr>
        <w:t>0/</w:t>
      </w:r>
      <w:r w:rsidRPr="00B36979">
        <w:rPr>
          <w:b/>
        </w:rPr>
        <w:t>0/1</w:t>
      </w:r>
      <w:r>
        <w:t xml:space="preserve"> to answer the following questions.</w:t>
      </w:r>
    </w:p>
    <w:p w14:paraId="5CB2C0F5" w14:textId="5C870CD1" w:rsidR="007D35C9" w:rsidRDefault="007D35C9" w:rsidP="007D35C9">
      <w:pPr>
        <w:pStyle w:val="Heading4"/>
      </w:pPr>
      <w:r>
        <w:t>Questions:</w:t>
      </w:r>
    </w:p>
    <w:p w14:paraId="2C4C9010" w14:textId="5692E6F2" w:rsidR="00627865" w:rsidRDefault="00627865" w:rsidP="00CD1864">
      <w:pPr>
        <w:pStyle w:val="BodyTextL50"/>
        <w:spacing w:before="0"/>
      </w:pPr>
      <w:r>
        <w:t>What is the operational status of the G0/0/1 interface?</w:t>
      </w:r>
    </w:p>
    <w:p w14:paraId="103F7BE0" w14:textId="77777777" w:rsidR="006A5C3D" w:rsidRDefault="006A5C3D" w:rsidP="007D35C9">
      <w:pPr>
        <w:pStyle w:val="AnswerLineL50"/>
      </w:pPr>
      <w:r>
        <w:t>Type your answers here.</w:t>
      </w:r>
    </w:p>
    <w:p w14:paraId="3CC66EDC" w14:textId="77777777" w:rsidR="00627865" w:rsidRDefault="00627865" w:rsidP="007D35C9">
      <w:pPr>
        <w:pStyle w:val="BodyTextL50"/>
      </w:pPr>
      <w:r>
        <w:t xml:space="preserve">What is the </w:t>
      </w:r>
      <w:r w:rsidRPr="0017007F">
        <w:t>Media Access Control (MAC)</w:t>
      </w:r>
      <w:r w:rsidRPr="0017007F" w:rsidDel="0017007F">
        <w:t xml:space="preserve"> </w:t>
      </w:r>
      <w:r>
        <w:t>address of the G0/1</w:t>
      </w:r>
      <w:r w:rsidRPr="0017007F">
        <w:t xml:space="preserve"> </w:t>
      </w:r>
      <w:r>
        <w:t>interface?</w:t>
      </w:r>
    </w:p>
    <w:p w14:paraId="2397CC69" w14:textId="77777777" w:rsidR="006A5C3D" w:rsidRDefault="006A5C3D" w:rsidP="007D35C9">
      <w:pPr>
        <w:pStyle w:val="AnswerLineL50"/>
      </w:pPr>
      <w:r>
        <w:t>Type your answers here.</w:t>
      </w:r>
    </w:p>
    <w:p w14:paraId="65060133" w14:textId="77777777" w:rsidR="00627865" w:rsidRDefault="00627865" w:rsidP="007D35C9">
      <w:pPr>
        <w:pStyle w:val="BodyTextL50"/>
      </w:pPr>
      <w:r>
        <w:t>How is the Internet address displayed in this command?</w:t>
      </w:r>
    </w:p>
    <w:p w14:paraId="3268E6FB" w14:textId="77777777" w:rsidR="006A5C3D" w:rsidRDefault="006A5C3D" w:rsidP="007D35C9">
      <w:pPr>
        <w:pStyle w:val="AnswerLineL50"/>
      </w:pPr>
      <w:r>
        <w:t>Type your answers here.</w:t>
      </w:r>
    </w:p>
    <w:p w14:paraId="0B7DBEF2" w14:textId="2974BF62" w:rsidR="001C33BC" w:rsidRDefault="001C33BC" w:rsidP="001C33BC">
      <w:pPr>
        <w:pStyle w:val="SubStepAlpha"/>
      </w:pPr>
      <w:r w:rsidRPr="001C33BC">
        <w:t xml:space="preserve">For the </w:t>
      </w:r>
      <w:r>
        <w:t xml:space="preserve">IPv6 information, enter the </w:t>
      </w:r>
      <w:r>
        <w:rPr>
          <w:b/>
        </w:rPr>
        <w:t xml:space="preserve">show ipv6 interface </w:t>
      </w:r>
      <w:r>
        <w:rPr>
          <w:b/>
          <w:i/>
        </w:rPr>
        <w:t>interface</w:t>
      </w:r>
      <w:r w:rsidRPr="001C33BC">
        <w:t xml:space="preserve"> command.</w:t>
      </w:r>
    </w:p>
    <w:p w14:paraId="19E14CBC" w14:textId="77777777" w:rsidR="00627865" w:rsidRDefault="00627865" w:rsidP="00627865">
      <w:pPr>
        <w:pStyle w:val="Heading3"/>
      </w:pPr>
      <w:r>
        <w:t>Display a summary list of the interfaces on the router and switch.</w:t>
      </w:r>
    </w:p>
    <w:p w14:paraId="734983DD" w14:textId="77777777" w:rsidR="00627865" w:rsidRDefault="00627865" w:rsidP="00627865">
      <w:pPr>
        <w:pStyle w:val="BodyTextL25"/>
      </w:pPr>
      <w:r>
        <w:t xml:space="preserve">There are several commands that can be used to verify an interface configuration. One of the most useful of these is the </w:t>
      </w:r>
      <w:r w:rsidRPr="004C7749">
        <w:rPr>
          <w:b/>
        </w:rPr>
        <w:t>show ip interface brief</w:t>
      </w:r>
      <w:r>
        <w:t xml:space="preserve"> command. The command output displays a summary list of the interfaces on the device and provides immediate feedback to the status of each interface.</w:t>
      </w:r>
    </w:p>
    <w:p w14:paraId="66549EA2" w14:textId="43EC4A3D" w:rsidR="00627865" w:rsidRPr="004C7749" w:rsidRDefault="00627865" w:rsidP="00627865">
      <w:pPr>
        <w:pStyle w:val="SubStepAlpha"/>
      </w:pPr>
      <w:r w:rsidRPr="004C7749">
        <w:t xml:space="preserve">Enter the </w:t>
      </w:r>
      <w:r w:rsidRPr="00B36979">
        <w:rPr>
          <w:b/>
        </w:rPr>
        <w:t>show ip interface brief</w:t>
      </w:r>
      <w:r w:rsidRPr="004C7749">
        <w:t xml:space="preserve"> command on the router</w:t>
      </w:r>
      <w:r w:rsidR="00E2299C">
        <w:t xml:space="preserve"> R1</w:t>
      </w:r>
      <w:r w:rsidRPr="004C7749">
        <w:t>.</w:t>
      </w:r>
    </w:p>
    <w:p w14:paraId="575695AD" w14:textId="77777777" w:rsidR="00627865" w:rsidRPr="00DC16C4" w:rsidRDefault="00627865" w:rsidP="00627865">
      <w:pPr>
        <w:pStyle w:val="CMD"/>
        <w:rPr>
          <w:sz w:val="18"/>
          <w:szCs w:val="20"/>
        </w:rPr>
      </w:pPr>
      <w:r w:rsidRPr="00DC16C4">
        <w:rPr>
          <w:sz w:val="18"/>
          <w:szCs w:val="20"/>
        </w:rPr>
        <w:t xml:space="preserve">R1# </w:t>
      </w:r>
      <w:r w:rsidRPr="00DC16C4">
        <w:rPr>
          <w:b/>
          <w:bCs/>
          <w:sz w:val="18"/>
          <w:szCs w:val="20"/>
        </w:rPr>
        <w:t>show ip interface brief</w:t>
      </w:r>
    </w:p>
    <w:p w14:paraId="024797AA" w14:textId="00F15ADE" w:rsidR="00E2299C" w:rsidRDefault="003D4326" w:rsidP="00627865">
      <w:pPr>
        <w:pStyle w:val="SubStepAlpha"/>
      </w:pPr>
      <w:r>
        <w:t>To see the IPv6 interface</w:t>
      </w:r>
      <w:r w:rsidR="008053E6">
        <w:t xml:space="preserve"> information</w:t>
      </w:r>
      <w:r>
        <w:t xml:space="preserve">, enter the </w:t>
      </w:r>
      <w:r>
        <w:rPr>
          <w:b/>
        </w:rPr>
        <w:t>show ipv6 interface brief</w:t>
      </w:r>
      <w:r>
        <w:t xml:space="preserve"> </w:t>
      </w:r>
      <w:r w:rsidR="0034436F">
        <w:t>command on R1.</w:t>
      </w:r>
    </w:p>
    <w:p w14:paraId="32DE2957" w14:textId="77777777" w:rsidR="00E2299C" w:rsidRDefault="00E2299C" w:rsidP="00E2299C">
      <w:pPr>
        <w:pStyle w:val="CMD"/>
      </w:pPr>
      <w:r>
        <w:t xml:space="preserve">R1# </w:t>
      </w:r>
      <w:r w:rsidRPr="00E2299C">
        <w:rPr>
          <w:b/>
        </w:rPr>
        <w:t>show ipv6 interface brief</w:t>
      </w:r>
    </w:p>
    <w:p w14:paraId="30F28702" w14:textId="3F0B1E31" w:rsidR="008053E6" w:rsidRDefault="008053E6" w:rsidP="008053E6">
      <w:pPr>
        <w:pStyle w:val="ConfigWindow"/>
      </w:pPr>
      <w:r>
        <w:t>Close configuration window</w:t>
      </w:r>
    </w:p>
    <w:p w14:paraId="2EE11E6C" w14:textId="5585CA93" w:rsidR="00627865" w:rsidRDefault="00627865" w:rsidP="00C149CC">
      <w:pPr>
        <w:pStyle w:val="SubStepAlpha"/>
        <w:spacing w:before="0" w:after="0"/>
      </w:pPr>
      <w:r>
        <w:t xml:space="preserve">Enter the </w:t>
      </w:r>
      <w:r w:rsidRPr="00B36979">
        <w:rPr>
          <w:b/>
        </w:rPr>
        <w:t>show ip interface brief</w:t>
      </w:r>
      <w:r>
        <w:t xml:space="preserve"> command on the switch</w:t>
      </w:r>
      <w:r w:rsidR="008053E6">
        <w:t xml:space="preserve"> S1</w:t>
      </w:r>
      <w:r>
        <w:t>.</w:t>
      </w:r>
    </w:p>
    <w:p w14:paraId="08B94186" w14:textId="5D3025A7" w:rsidR="008053E6" w:rsidRDefault="008053E6" w:rsidP="008053E6">
      <w:pPr>
        <w:pStyle w:val="ConfigWindow"/>
      </w:pPr>
      <w:r>
        <w:t>Open configuration window</w:t>
      </w:r>
    </w:p>
    <w:p w14:paraId="0D58F18D" w14:textId="72315FB5" w:rsidR="00627865" w:rsidRPr="004C7749" w:rsidRDefault="001C33BC" w:rsidP="00FD2DB2">
      <w:pPr>
        <w:pStyle w:val="CMD"/>
        <w:spacing w:before="0"/>
      </w:pPr>
      <w:r>
        <w:lastRenderedPageBreak/>
        <w:t>S1</w:t>
      </w:r>
      <w:r w:rsidR="00627865" w:rsidRPr="004C7749">
        <w:t xml:space="preserve"># </w:t>
      </w:r>
      <w:r w:rsidR="00627865" w:rsidRPr="00FD2DB2">
        <w:rPr>
          <w:b/>
        </w:rPr>
        <w:t>show ip interface brief</w:t>
      </w:r>
    </w:p>
    <w:p w14:paraId="5F11C2BB" w14:textId="6C514B14" w:rsidR="008053E6" w:rsidRDefault="008053E6" w:rsidP="008053E6">
      <w:pPr>
        <w:pStyle w:val="ConfigWindow"/>
      </w:pPr>
      <w:r>
        <w:t>Close configuration window</w:t>
      </w:r>
    </w:p>
    <w:p w14:paraId="43E049C0" w14:textId="77777777" w:rsidR="00627865" w:rsidRDefault="00627865" w:rsidP="00C149CC">
      <w:pPr>
        <w:pStyle w:val="Heading1"/>
      </w:pPr>
      <w:r>
        <w:t>Reflection</w:t>
      </w:r>
      <w:r w:rsidR="006A5C3D">
        <w:t xml:space="preserve"> Questions</w:t>
      </w:r>
    </w:p>
    <w:p w14:paraId="0E7A17B4" w14:textId="77777777" w:rsidR="00627865" w:rsidRDefault="00627865" w:rsidP="00627865">
      <w:pPr>
        <w:pStyle w:val="ReflectionQ"/>
        <w:keepNext w:val="0"/>
      </w:pPr>
      <w:r>
        <w:t>If the G0/0/1 interface showed that it was administratively down, what interface configuration command would you use to turn the interface up?</w:t>
      </w:r>
    </w:p>
    <w:p w14:paraId="7CEC1CC5" w14:textId="77777777" w:rsidR="00627865" w:rsidRDefault="006A5C3D" w:rsidP="006A5C3D">
      <w:pPr>
        <w:pStyle w:val="AnswerLineL25"/>
      </w:pPr>
      <w:r>
        <w:t>Type your answers here.</w:t>
      </w:r>
    </w:p>
    <w:p w14:paraId="105507C0" w14:textId="77777777" w:rsidR="00627865" w:rsidRDefault="00627865" w:rsidP="00627865">
      <w:pPr>
        <w:pStyle w:val="ReflectionQ"/>
        <w:keepNext w:val="0"/>
      </w:pPr>
      <w:r>
        <w:t>What would happen if you had incorrectly configured interface G0/0/1 on the router with an IP address of 192.168.1.2?</w:t>
      </w:r>
    </w:p>
    <w:p w14:paraId="29171B61" w14:textId="77777777" w:rsidR="00627865" w:rsidRDefault="006A5C3D" w:rsidP="006A5C3D">
      <w:pPr>
        <w:pStyle w:val="AnswerLineL25"/>
      </w:pPr>
      <w:r>
        <w:t>Type your answers here.</w:t>
      </w:r>
    </w:p>
    <w:p w14:paraId="7B4980A0" w14:textId="77777777" w:rsidR="006A5C3D" w:rsidRPr="004C0909" w:rsidRDefault="006A5C3D" w:rsidP="00C149CC">
      <w:pPr>
        <w:pStyle w:val="Heading1"/>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6A5C3D" w14:paraId="324091E9" w14:textId="77777777" w:rsidTr="00782EE1">
        <w:trPr>
          <w:cnfStyle w:val="100000000000" w:firstRow="1" w:lastRow="0" w:firstColumn="0" w:lastColumn="0" w:oddVBand="0" w:evenVBand="0" w:oddHBand="0" w:evenHBand="0" w:firstRowFirstColumn="0" w:firstRowLastColumn="0" w:lastRowFirstColumn="0" w:lastRowLastColumn="0"/>
          <w:tblHeader/>
        </w:trPr>
        <w:tc>
          <w:tcPr>
            <w:tcW w:w="1530" w:type="dxa"/>
          </w:tcPr>
          <w:p w14:paraId="4DD86F8A" w14:textId="77777777" w:rsidR="006A5C3D" w:rsidRPr="00763D8B" w:rsidRDefault="006A5C3D" w:rsidP="00782EE1">
            <w:pPr>
              <w:pStyle w:val="TableHeading"/>
            </w:pPr>
            <w:r w:rsidRPr="00763D8B">
              <w:t>Router Model</w:t>
            </w:r>
          </w:p>
        </w:tc>
        <w:tc>
          <w:tcPr>
            <w:tcW w:w="2250" w:type="dxa"/>
          </w:tcPr>
          <w:p w14:paraId="033BCCE4" w14:textId="77777777" w:rsidR="006A5C3D" w:rsidRPr="00763D8B" w:rsidRDefault="006A5C3D" w:rsidP="00782EE1">
            <w:pPr>
              <w:pStyle w:val="TableHeading"/>
            </w:pPr>
            <w:r w:rsidRPr="00763D8B">
              <w:t>Ethernet Interface #1</w:t>
            </w:r>
          </w:p>
        </w:tc>
        <w:tc>
          <w:tcPr>
            <w:tcW w:w="2250" w:type="dxa"/>
          </w:tcPr>
          <w:p w14:paraId="282FEC72" w14:textId="77777777" w:rsidR="006A5C3D" w:rsidRPr="00763D8B" w:rsidRDefault="006A5C3D" w:rsidP="00782EE1">
            <w:pPr>
              <w:pStyle w:val="TableHeading"/>
            </w:pPr>
            <w:r w:rsidRPr="00763D8B">
              <w:t>Ethernet Interface #2</w:t>
            </w:r>
          </w:p>
        </w:tc>
        <w:tc>
          <w:tcPr>
            <w:tcW w:w="2070" w:type="dxa"/>
          </w:tcPr>
          <w:p w14:paraId="518E8BEF" w14:textId="77777777" w:rsidR="006A5C3D" w:rsidRPr="00763D8B" w:rsidRDefault="006A5C3D" w:rsidP="00782EE1">
            <w:pPr>
              <w:pStyle w:val="TableHeading"/>
            </w:pPr>
            <w:r w:rsidRPr="00763D8B">
              <w:t>Serial Interface #1</w:t>
            </w:r>
          </w:p>
        </w:tc>
        <w:tc>
          <w:tcPr>
            <w:tcW w:w="2160" w:type="dxa"/>
          </w:tcPr>
          <w:p w14:paraId="649B3B58" w14:textId="77777777" w:rsidR="006A5C3D" w:rsidRPr="00763D8B" w:rsidRDefault="006A5C3D" w:rsidP="00782EE1">
            <w:pPr>
              <w:pStyle w:val="TableHeading"/>
            </w:pPr>
            <w:r w:rsidRPr="00763D8B">
              <w:t>Serial Interface #2</w:t>
            </w:r>
          </w:p>
        </w:tc>
      </w:tr>
      <w:tr w:rsidR="006A5C3D" w14:paraId="3DF97834" w14:textId="77777777" w:rsidTr="00782EE1">
        <w:tc>
          <w:tcPr>
            <w:tcW w:w="1530" w:type="dxa"/>
          </w:tcPr>
          <w:p w14:paraId="722A638B" w14:textId="77777777" w:rsidR="006A5C3D" w:rsidRPr="009453F7" w:rsidRDefault="006A5C3D" w:rsidP="00782EE1">
            <w:pPr>
              <w:pStyle w:val="TableText"/>
            </w:pPr>
            <w:r w:rsidRPr="009453F7">
              <w:t>1800</w:t>
            </w:r>
          </w:p>
        </w:tc>
        <w:tc>
          <w:tcPr>
            <w:tcW w:w="2250" w:type="dxa"/>
          </w:tcPr>
          <w:p w14:paraId="5F39CBC6" w14:textId="77777777" w:rsidR="006A5C3D" w:rsidRPr="009453F7" w:rsidRDefault="006A5C3D" w:rsidP="00782EE1">
            <w:pPr>
              <w:pStyle w:val="TableText"/>
            </w:pPr>
            <w:r w:rsidRPr="009453F7">
              <w:t>Fast Ethernet 0/0 (F0/0)</w:t>
            </w:r>
          </w:p>
        </w:tc>
        <w:tc>
          <w:tcPr>
            <w:tcW w:w="2250" w:type="dxa"/>
          </w:tcPr>
          <w:p w14:paraId="474B4392" w14:textId="77777777" w:rsidR="006A5C3D" w:rsidRPr="009453F7" w:rsidRDefault="006A5C3D" w:rsidP="00782EE1">
            <w:pPr>
              <w:pStyle w:val="TableText"/>
            </w:pPr>
            <w:r w:rsidRPr="009453F7">
              <w:t>Fast Ethernet 0/1 (F0/1)</w:t>
            </w:r>
          </w:p>
        </w:tc>
        <w:tc>
          <w:tcPr>
            <w:tcW w:w="2070" w:type="dxa"/>
          </w:tcPr>
          <w:p w14:paraId="2D6C0D4F" w14:textId="77777777" w:rsidR="006A5C3D" w:rsidRPr="009453F7" w:rsidRDefault="006A5C3D" w:rsidP="00782EE1">
            <w:pPr>
              <w:pStyle w:val="TableText"/>
            </w:pPr>
            <w:r w:rsidRPr="009453F7">
              <w:t>Serial 0/0/0 (S0/0/0)</w:t>
            </w:r>
          </w:p>
        </w:tc>
        <w:tc>
          <w:tcPr>
            <w:tcW w:w="2160" w:type="dxa"/>
          </w:tcPr>
          <w:p w14:paraId="25475E4D" w14:textId="77777777" w:rsidR="006A5C3D" w:rsidRPr="009453F7" w:rsidRDefault="006A5C3D" w:rsidP="00782EE1">
            <w:pPr>
              <w:pStyle w:val="TableText"/>
            </w:pPr>
            <w:r w:rsidRPr="009453F7">
              <w:t>Serial 0/0/1 (S0/0</w:t>
            </w:r>
            <w:r>
              <w:t>/</w:t>
            </w:r>
            <w:r w:rsidRPr="009453F7">
              <w:t>1)</w:t>
            </w:r>
          </w:p>
        </w:tc>
      </w:tr>
      <w:tr w:rsidR="006A5C3D" w14:paraId="562E1942" w14:textId="77777777" w:rsidTr="00782EE1">
        <w:tc>
          <w:tcPr>
            <w:tcW w:w="1530" w:type="dxa"/>
          </w:tcPr>
          <w:p w14:paraId="268540A1" w14:textId="77777777" w:rsidR="006A5C3D" w:rsidRPr="009453F7" w:rsidRDefault="006A5C3D" w:rsidP="00782EE1">
            <w:pPr>
              <w:pStyle w:val="TableText"/>
            </w:pPr>
            <w:r w:rsidRPr="009453F7">
              <w:t>1900</w:t>
            </w:r>
          </w:p>
        </w:tc>
        <w:tc>
          <w:tcPr>
            <w:tcW w:w="2250" w:type="dxa"/>
          </w:tcPr>
          <w:p w14:paraId="610D1CE1" w14:textId="77777777" w:rsidR="006A5C3D" w:rsidRPr="009453F7" w:rsidRDefault="006A5C3D" w:rsidP="00782EE1">
            <w:pPr>
              <w:pStyle w:val="TableText"/>
            </w:pPr>
            <w:r w:rsidRPr="009453F7">
              <w:t>Gigabit Ethernet 0/0 (G0/0)</w:t>
            </w:r>
          </w:p>
        </w:tc>
        <w:tc>
          <w:tcPr>
            <w:tcW w:w="2250" w:type="dxa"/>
          </w:tcPr>
          <w:p w14:paraId="4F19CD03" w14:textId="77777777" w:rsidR="006A5C3D" w:rsidRPr="009453F7" w:rsidRDefault="006A5C3D" w:rsidP="00782EE1">
            <w:pPr>
              <w:pStyle w:val="TableText"/>
            </w:pPr>
            <w:r w:rsidRPr="009453F7">
              <w:t>Gigabit Ethernet 0/1 (G0/1)</w:t>
            </w:r>
          </w:p>
        </w:tc>
        <w:tc>
          <w:tcPr>
            <w:tcW w:w="2070" w:type="dxa"/>
          </w:tcPr>
          <w:p w14:paraId="2BDACDCC" w14:textId="77777777" w:rsidR="006A5C3D" w:rsidRPr="009453F7" w:rsidRDefault="006A5C3D" w:rsidP="00782EE1">
            <w:pPr>
              <w:pStyle w:val="TableText"/>
            </w:pPr>
            <w:r w:rsidRPr="009453F7">
              <w:t>Serial 0/0/0 (S0/0/0)</w:t>
            </w:r>
          </w:p>
        </w:tc>
        <w:tc>
          <w:tcPr>
            <w:tcW w:w="2160" w:type="dxa"/>
          </w:tcPr>
          <w:p w14:paraId="0415DF8F" w14:textId="77777777" w:rsidR="006A5C3D" w:rsidRPr="009453F7" w:rsidRDefault="006A5C3D" w:rsidP="00782EE1">
            <w:pPr>
              <w:pStyle w:val="TableText"/>
            </w:pPr>
            <w:r w:rsidRPr="009453F7">
              <w:t>Serial 0/0/1 (S0/0/1)</w:t>
            </w:r>
          </w:p>
        </w:tc>
      </w:tr>
      <w:tr w:rsidR="006A5C3D" w14:paraId="397A4FE0" w14:textId="77777777" w:rsidTr="00782EE1">
        <w:tc>
          <w:tcPr>
            <w:tcW w:w="1530" w:type="dxa"/>
          </w:tcPr>
          <w:p w14:paraId="418BEE8A" w14:textId="77777777" w:rsidR="006A5C3D" w:rsidRPr="009453F7" w:rsidRDefault="006A5C3D" w:rsidP="00782EE1">
            <w:pPr>
              <w:pStyle w:val="TableText"/>
            </w:pPr>
            <w:r w:rsidRPr="009453F7">
              <w:t>2801</w:t>
            </w:r>
          </w:p>
        </w:tc>
        <w:tc>
          <w:tcPr>
            <w:tcW w:w="2250" w:type="dxa"/>
          </w:tcPr>
          <w:p w14:paraId="304AFDC0" w14:textId="77777777" w:rsidR="006A5C3D" w:rsidRPr="009453F7" w:rsidRDefault="006A5C3D" w:rsidP="00782EE1">
            <w:pPr>
              <w:pStyle w:val="TableText"/>
            </w:pPr>
            <w:r w:rsidRPr="009453F7">
              <w:t>Fast Ethernet 0/0 (F0/0)</w:t>
            </w:r>
          </w:p>
        </w:tc>
        <w:tc>
          <w:tcPr>
            <w:tcW w:w="2250" w:type="dxa"/>
          </w:tcPr>
          <w:p w14:paraId="47F56B84" w14:textId="77777777" w:rsidR="006A5C3D" w:rsidRPr="009453F7" w:rsidRDefault="006A5C3D" w:rsidP="00782EE1">
            <w:pPr>
              <w:pStyle w:val="TableText"/>
            </w:pPr>
            <w:r w:rsidRPr="009453F7">
              <w:t>Fast Ethernet 0/1 (F0/1)</w:t>
            </w:r>
          </w:p>
        </w:tc>
        <w:tc>
          <w:tcPr>
            <w:tcW w:w="2070" w:type="dxa"/>
          </w:tcPr>
          <w:p w14:paraId="2D2A8CB5" w14:textId="77777777" w:rsidR="006A5C3D" w:rsidRPr="009453F7" w:rsidRDefault="006A5C3D" w:rsidP="00782EE1">
            <w:pPr>
              <w:pStyle w:val="TableText"/>
            </w:pPr>
            <w:r w:rsidRPr="009453F7">
              <w:t>Serial 0/1/0 (S0/1/0)</w:t>
            </w:r>
          </w:p>
        </w:tc>
        <w:tc>
          <w:tcPr>
            <w:tcW w:w="2160" w:type="dxa"/>
          </w:tcPr>
          <w:p w14:paraId="5464C8DB" w14:textId="77777777" w:rsidR="006A5C3D" w:rsidRPr="009453F7" w:rsidRDefault="006A5C3D" w:rsidP="00782EE1">
            <w:pPr>
              <w:pStyle w:val="TableText"/>
            </w:pPr>
            <w:r w:rsidRPr="009453F7">
              <w:t>Serial 0/1/1 (S0/1/1)</w:t>
            </w:r>
          </w:p>
        </w:tc>
      </w:tr>
      <w:tr w:rsidR="006A5C3D" w14:paraId="2FB6C5F3" w14:textId="77777777" w:rsidTr="00782EE1">
        <w:tc>
          <w:tcPr>
            <w:tcW w:w="1530" w:type="dxa"/>
          </w:tcPr>
          <w:p w14:paraId="245727CF" w14:textId="77777777" w:rsidR="006A5C3D" w:rsidRPr="009453F7" w:rsidRDefault="006A5C3D" w:rsidP="00782EE1">
            <w:pPr>
              <w:pStyle w:val="TableText"/>
            </w:pPr>
            <w:r w:rsidRPr="009453F7">
              <w:t>2811</w:t>
            </w:r>
          </w:p>
        </w:tc>
        <w:tc>
          <w:tcPr>
            <w:tcW w:w="2250" w:type="dxa"/>
          </w:tcPr>
          <w:p w14:paraId="3E9EE519" w14:textId="77777777" w:rsidR="006A5C3D" w:rsidRPr="009453F7" w:rsidRDefault="006A5C3D" w:rsidP="00782EE1">
            <w:pPr>
              <w:pStyle w:val="TableText"/>
            </w:pPr>
            <w:r w:rsidRPr="009453F7">
              <w:t>Fast Ethernet 0/0 (F0/0)</w:t>
            </w:r>
          </w:p>
        </w:tc>
        <w:tc>
          <w:tcPr>
            <w:tcW w:w="2250" w:type="dxa"/>
          </w:tcPr>
          <w:p w14:paraId="70C7D30F" w14:textId="77777777" w:rsidR="006A5C3D" w:rsidRPr="009453F7" w:rsidRDefault="006A5C3D" w:rsidP="00782EE1">
            <w:pPr>
              <w:pStyle w:val="TableText"/>
            </w:pPr>
            <w:r w:rsidRPr="009453F7">
              <w:t>Fast Ethernet 0/1 (F0/1)</w:t>
            </w:r>
          </w:p>
        </w:tc>
        <w:tc>
          <w:tcPr>
            <w:tcW w:w="2070" w:type="dxa"/>
          </w:tcPr>
          <w:p w14:paraId="3CF8E4A1" w14:textId="77777777" w:rsidR="006A5C3D" w:rsidRPr="009453F7" w:rsidRDefault="006A5C3D" w:rsidP="00782EE1">
            <w:pPr>
              <w:pStyle w:val="TableText"/>
            </w:pPr>
            <w:r w:rsidRPr="009453F7">
              <w:t>Serial 0/0/0 (S0/0/0)</w:t>
            </w:r>
          </w:p>
        </w:tc>
        <w:tc>
          <w:tcPr>
            <w:tcW w:w="2160" w:type="dxa"/>
          </w:tcPr>
          <w:p w14:paraId="3367C9D5" w14:textId="77777777" w:rsidR="006A5C3D" w:rsidRPr="009453F7" w:rsidRDefault="006A5C3D" w:rsidP="00782EE1">
            <w:pPr>
              <w:pStyle w:val="TableText"/>
            </w:pPr>
            <w:r w:rsidRPr="009453F7">
              <w:t>Serial 0/0/1 (S0/0/1)</w:t>
            </w:r>
          </w:p>
        </w:tc>
      </w:tr>
      <w:tr w:rsidR="006A5C3D" w14:paraId="20737EEA" w14:textId="77777777" w:rsidTr="00782EE1">
        <w:tc>
          <w:tcPr>
            <w:tcW w:w="1530" w:type="dxa"/>
          </w:tcPr>
          <w:p w14:paraId="11D4BF64" w14:textId="77777777" w:rsidR="006A5C3D" w:rsidRPr="009453F7" w:rsidRDefault="006A5C3D" w:rsidP="00782EE1">
            <w:pPr>
              <w:pStyle w:val="TableText"/>
            </w:pPr>
            <w:r w:rsidRPr="009453F7">
              <w:t>2900</w:t>
            </w:r>
          </w:p>
        </w:tc>
        <w:tc>
          <w:tcPr>
            <w:tcW w:w="2250" w:type="dxa"/>
          </w:tcPr>
          <w:p w14:paraId="29BF1714" w14:textId="77777777" w:rsidR="006A5C3D" w:rsidRPr="009453F7" w:rsidRDefault="006A5C3D" w:rsidP="00782EE1">
            <w:pPr>
              <w:pStyle w:val="TableText"/>
            </w:pPr>
            <w:r w:rsidRPr="009453F7">
              <w:t>Gigabit Ethernet 0/0 (G0/0)</w:t>
            </w:r>
          </w:p>
        </w:tc>
        <w:tc>
          <w:tcPr>
            <w:tcW w:w="2250" w:type="dxa"/>
          </w:tcPr>
          <w:p w14:paraId="22E51323" w14:textId="77777777" w:rsidR="006A5C3D" w:rsidRPr="009453F7" w:rsidRDefault="006A5C3D" w:rsidP="00782EE1">
            <w:pPr>
              <w:pStyle w:val="TableText"/>
            </w:pPr>
            <w:r w:rsidRPr="009453F7">
              <w:t>Gigabit Ethernet 0/1 (G0/1)</w:t>
            </w:r>
          </w:p>
        </w:tc>
        <w:tc>
          <w:tcPr>
            <w:tcW w:w="2070" w:type="dxa"/>
          </w:tcPr>
          <w:p w14:paraId="491BFA62" w14:textId="77777777" w:rsidR="006A5C3D" w:rsidRPr="009453F7" w:rsidRDefault="006A5C3D" w:rsidP="00782EE1">
            <w:pPr>
              <w:pStyle w:val="TableText"/>
            </w:pPr>
            <w:r w:rsidRPr="009453F7">
              <w:t>Serial 0/0/0 (S0/0/0)</w:t>
            </w:r>
          </w:p>
        </w:tc>
        <w:tc>
          <w:tcPr>
            <w:tcW w:w="2160" w:type="dxa"/>
          </w:tcPr>
          <w:p w14:paraId="5161652E" w14:textId="77777777" w:rsidR="006A5C3D" w:rsidRPr="009453F7" w:rsidRDefault="006A5C3D" w:rsidP="00782EE1">
            <w:pPr>
              <w:pStyle w:val="TableText"/>
            </w:pPr>
            <w:r w:rsidRPr="009453F7">
              <w:t>Serial 0/0/1 (S0/0/1)</w:t>
            </w:r>
          </w:p>
        </w:tc>
      </w:tr>
      <w:tr w:rsidR="006A5C3D" w14:paraId="019A5CAF" w14:textId="77777777" w:rsidTr="00782EE1">
        <w:tc>
          <w:tcPr>
            <w:tcW w:w="1530" w:type="dxa"/>
          </w:tcPr>
          <w:p w14:paraId="09D88B63" w14:textId="77777777" w:rsidR="006A5C3D" w:rsidRPr="009453F7" w:rsidRDefault="006A5C3D" w:rsidP="00782EE1">
            <w:pPr>
              <w:pStyle w:val="TableText"/>
            </w:pPr>
            <w:r>
              <w:t>4221</w:t>
            </w:r>
          </w:p>
        </w:tc>
        <w:tc>
          <w:tcPr>
            <w:tcW w:w="2250" w:type="dxa"/>
          </w:tcPr>
          <w:p w14:paraId="5368072A" w14:textId="77777777" w:rsidR="006A5C3D" w:rsidRPr="009453F7" w:rsidRDefault="006A5C3D" w:rsidP="00782EE1">
            <w:pPr>
              <w:pStyle w:val="TableText"/>
            </w:pPr>
            <w:r w:rsidRPr="009453F7">
              <w:t>Gigabit Ethernet 0/0</w:t>
            </w:r>
            <w:r>
              <w:t>/0</w:t>
            </w:r>
            <w:r w:rsidRPr="009453F7">
              <w:t xml:space="preserve"> (G0/0</w:t>
            </w:r>
            <w:r>
              <w:t>/0</w:t>
            </w:r>
            <w:r w:rsidRPr="009453F7">
              <w:t>)</w:t>
            </w:r>
          </w:p>
        </w:tc>
        <w:tc>
          <w:tcPr>
            <w:tcW w:w="2250" w:type="dxa"/>
          </w:tcPr>
          <w:p w14:paraId="58E7CAEC" w14:textId="77777777" w:rsidR="006A5C3D" w:rsidRPr="009453F7" w:rsidRDefault="006A5C3D" w:rsidP="00782EE1">
            <w:pPr>
              <w:pStyle w:val="TableText"/>
            </w:pPr>
            <w:r w:rsidRPr="009453F7">
              <w:t>Gigabit Ethernet 0/0</w:t>
            </w:r>
            <w:r>
              <w:t>/1</w:t>
            </w:r>
            <w:r w:rsidRPr="009453F7">
              <w:t xml:space="preserve"> (G0/0</w:t>
            </w:r>
            <w:r>
              <w:t>/1</w:t>
            </w:r>
            <w:r w:rsidRPr="009453F7">
              <w:t>)</w:t>
            </w:r>
          </w:p>
        </w:tc>
        <w:tc>
          <w:tcPr>
            <w:tcW w:w="2070" w:type="dxa"/>
          </w:tcPr>
          <w:p w14:paraId="4F609274" w14:textId="77777777" w:rsidR="006A5C3D" w:rsidRPr="009453F7" w:rsidRDefault="006A5C3D" w:rsidP="00782EE1">
            <w:pPr>
              <w:pStyle w:val="TableText"/>
            </w:pPr>
            <w:r>
              <w:t>Serial 0/1/0 (S0/1</w:t>
            </w:r>
            <w:r w:rsidRPr="009453F7">
              <w:t>/0)</w:t>
            </w:r>
          </w:p>
        </w:tc>
        <w:tc>
          <w:tcPr>
            <w:tcW w:w="2160" w:type="dxa"/>
          </w:tcPr>
          <w:p w14:paraId="46DF5A5C" w14:textId="77777777" w:rsidR="006A5C3D" w:rsidRPr="009453F7" w:rsidRDefault="006A5C3D" w:rsidP="00782EE1">
            <w:pPr>
              <w:pStyle w:val="TableText"/>
            </w:pPr>
            <w:r>
              <w:t>Serial 0/1/1</w:t>
            </w:r>
            <w:r w:rsidRPr="009453F7">
              <w:t xml:space="preserve"> (S0/</w:t>
            </w:r>
            <w:r>
              <w:t>1/1</w:t>
            </w:r>
            <w:r w:rsidRPr="009453F7">
              <w:t>)</w:t>
            </w:r>
          </w:p>
        </w:tc>
      </w:tr>
      <w:tr w:rsidR="006A5C3D" w14:paraId="3C433234" w14:textId="77777777" w:rsidTr="00782EE1">
        <w:tc>
          <w:tcPr>
            <w:tcW w:w="1530" w:type="dxa"/>
          </w:tcPr>
          <w:p w14:paraId="19E25036" w14:textId="77777777" w:rsidR="006A5C3D" w:rsidRDefault="006A5C3D" w:rsidP="00782EE1">
            <w:pPr>
              <w:pStyle w:val="TableText"/>
            </w:pPr>
            <w:r>
              <w:t>4300</w:t>
            </w:r>
          </w:p>
        </w:tc>
        <w:tc>
          <w:tcPr>
            <w:tcW w:w="2250" w:type="dxa"/>
          </w:tcPr>
          <w:p w14:paraId="1A2BE8A9" w14:textId="77777777" w:rsidR="006A5C3D" w:rsidRPr="009453F7" w:rsidRDefault="006A5C3D" w:rsidP="00782EE1">
            <w:pPr>
              <w:pStyle w:val="TableText"/>
            </w:pPr>
            <w:r w:rsidRPr="009453F7">
              <w:t>Gigabit Ethernet 0/0</w:t>
            </w:r>
            <w:r>
              <w:t>/0</w:t>
            </w:r>
            <w:r w:rsidRPr="009453F7">
              <w:t xml:space="preserve"> (G0/0</w:t>
            </w:r>
            <w:r>
              <w:t>/0</w:t>
            </w:r>
            <w:r w:rsidRPr="009453F7">
              <w:t>)</w:t>
            </w:r>
          </w:p>
        </w:tc>
        <w:tc>
          <w:tcPr>
            <w:tcW w:w="2250" w:type="dxa"/>
          </w:tcPr>
          <w:p w14:paraId="21894D7C" w14:textId="77777777" w:rsidR="006A5C3D" w:rsidRPr="009453F7" w:rsidRDefault="006A5C3D" w:rsidP="00782EE1">
            <w:pPr>
              <w:pStyle w:val="TableText"/>
            </w:pPr>
            <w:r w:rsidRPr="009453F7">
              <w:t>Gigabit Ethernet 0/0</w:t>
            </w:r>
            <w:r>
              <w:t>/1</w:t>
            </w:r>
            <w:r w:rsidRPr="009453F7">
              <w:t xml:space="preserve"> (G0/0</w:t>
            </w:r>
            <w:r>
              <w:t>/1</w:t>
            </w:r>
            <w:r w:rsidRPr="009453F7">
              <w:t>)</w:t>
            </w:r>
          </w:p>
        </w:tc>
        <w:tc>
          <w:tcPr>
            <w:tcW w:w="2070" w:type="dxa"/>
          </w:tcPr>
          <w:p w14:paraId="2B6E6514" w14:textId="77777777" w:rsidR="006A5C3D" w:rsidRDefault="006A5C3D" w:rsidP="00782EE1">
            <w:pPr>
              <w:pStyle w:val="TableText"/>
            </w:pPr>
            <w:r>
              <w:t>Serial 0/1/0 (S0/1</w:t>
            </w:r>
            <w:r w:rsidRPr="009453F7">
              <w:t>/0)</w:t>
            </w:r>
          </w:p>
        </w:tc>
        <w:tc>
          <w:tcPr>
            <w:tcW w:w="2160" w:type="dxa"/>
          </w:tcPr>
          <w:p w14:paraId="452875FD" w14:textId="77777777" w:rsidR="006A5C3D" w:rsidRDefault="006A5C3D" w:rsidP="00782EE1">
            <w:pPr>
              <w:pStyle w:val="TableText"/>
            </w:pPr>
            <w:r>
              <w:t>Serial 0/1/1</w:t>
            </w:r>
            <w:r w:rsidRPr="009453F7">
              <w:t xml:space="preserve"> (S0/</w:t>
            </w:r>
            <w:r>
              <w:t>1/1</w:t>
            </w:r>
            <w:r w:rsidRPr="009453F7">
              <w:t>)</w:t>
            </w:r>
          </w:p>
        </w:tc>
      </w:tr>
    </w:tbl>
    <w:p w14:paraId="78E9DB64" w14:textId="6E773C31" w:rsidR="006A5C3D" w:rsidRDefault="006A5C3D" w:rsidP="006A5C3D">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6F4D1FF4" w14:textId="77196BD5" w:rsidR="00E628D0" w:rsidRPr="00603503" w:rsidRDefault="00E628D0" w:rsidP="00E628D0">
      <w:pPr>
        <w:pStyle w:val="ConfigWindow"/>
      </w:pPr>
      <w:r>
        <w:t>End of Document</w:t>
      </w:r>
    </w:p>
    <w:sectPr w:rsidR="00E628D0" w:rsidRPr="00603503"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664DD" w14:textId="77777777" w:rsidR="00145D9B" w:rsidRDefault="00145D9B" w:rsidP="00710659">
      <w:pPr>
        <w:spacing w:after="0" w:line="240" w:lineRule="auto"/>
      </w:pPr>
      <w:r>
        <w:separator/>
      </w:r>
    </w:p>
    <w:p w14:paraId="13D8660D" w14:textId="77777777" w:rsidR="00145D9B" w:rsidRDefault="00145D9B"/>
  </w:endnote>
  <w:endnote w:type="continuationSeparator" w:id="0">
    <w:p w14:paraId="11E7102C" w14:textId="77777777" w:rsidR="00145D9B" w:rsidRDefault="00145D9B" w:rsidP="00710659">
      <w:pPr>
        <w:spacing w:after="0" w:line="240" w:lineRule="auto"/>
      </w:pPr>
      <w:r>
        <w:continuationSeparator/>
      </w:r>
    </w:p>
    <w:p w14:paraId="68641E75" w14:textId="77777777" w:rsidR="00145D9B" w:rsidRDefault="00145D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FAE4F" w14:textId="764B9AFF" w:rsidR="00B93CBC" w:rsidRPr="00882B63" w:rsidRDefault="00B93CBC"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"yyyy"  \* MERGEFORMAT </w:instrText>
    </w:r>
    <w:r>
      <w:fldChar w:fldCharType="separate"/>
    </w:r>
    <w:r w:rsidR="003302B6">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13</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14</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927CD" w14:textId="411A3F5C" w:rsidR="00B93CBC" w:rsidRPr="00882B63" w:rsidRDefault="00B93CBC"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"yyyy"  \* MERGEFORMAT </w:instrText>
    </w:r>
    <w:r>
      <w:fldChar w:fldCharType="separate"/>
    </w:r>
    <w:r w:rsidR="003302B6">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14</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2613FF" w14:textId="77777777" w:rsidR="00145D9B" w:rsidRDefault="00145D9B" w:rsidP="00710659">
      <w:pPr>
        <w:spacing w:after="0" w:line="240" w:lineRule="auto"/>
      </w:pPr>
      <w:r>
        <w:separator/>
      </w:r>
    </w:p>
    <w:p w14:paraId="6AD9F54D" w14:textId="77777777" w:rsidR="00145D9B" w:rsidRDefault="00145D9B"/>
  </w:footnote>
  <w:footnote w:type="continuationSeparator" w:id="0">
    <w:p w14:paraId="2EB8EEE9" w14:textId="77777777" w:rsidR="00145D9B" w:rsidRDefault="00145D9B" w:rsidP="00710659">
      <w:pPr>
        <w:spacing w:after="0" w:line="240" w:lineRule="auto"/>
      </w:pPr>
      <w:r>
        <w:continuationSeparator/>
      </w:r>
    </w:p>
    <w:p w14:paraId="07B22AFA" w14:textId="77777777" w:rsidR="00145D9B" w:rsidRDefault="00145D9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Title"/>
      <w:tag w:val=""/>
      <w:id w:val="-1711953976"/>
      <w:placeholder>
        <w:docPart w:val="B8FC6308A0F84895B70FFA3CB3D4988A"/>
      </w:placeholder>
      <w:dataBinding w:prefixMappings="xmlns:ns0='http://purl.org/dc/elements/1.1/' xmlns:ns1='http://schemas.openxmlformats.org/package/2006/metadata/core-properties' " w:xpath="/ns1:coreProperties[1]/ns0:title[1]" w:storeItemID="{6C3C8BC8-F283-45AE-878A-BAB7291924A1}"/>
      <w:text/>
    </w:sdtPr>
    <w:sdtEndPr/>
    <w:sdtContent>
      <w:p w14:paraId="4DF43127" w14:textId="77777777" w:rsidR="00B93CBC" w:rsidRDefault="00B93CBC" w:rsidP="008402F2">
        <w:pPr>
          <w:pStyle w:val="PageHead"/>
        </w:pPr>
        <w:r>
          <w:t>Lab - Build a Switch and Router Network</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9A516" w14:textId="77777777" w:rsidR="00B93CBC" w:rsidRDefault="00B93CBC" w:rsidP="006C3FCF">
    <w:pPr>
      <w:ind w:left="-288"/>
    </w:pPr>
    <w:r>
      <w:rPr>
        <w:noProof/>
      </w:rPr>
      <w:drawing>
        <wp:inline distT="0" distB="0" distL="0" distR="0" wp14:anchorId="28428FEC" wp14:editId="1C981692">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C6F4333C"/>
    <w:styleLink w:val="SectionList"/>
    <w:lvl w:ilvl="0">
      <w:start w:val="1"/>
      <w:numFmt w:val="none"/>
      <w:pStyle w:val="Heading1"/>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796360"/>
    <w:multiLevelType w:val="multilevel"/>
    <w:tmpl w:val="263ACC32"/>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C77685DC"/>
    <w:styleLink w:val="LabList"/>
    <w:lvl w:ilvl="0">
      <w:start w:val="1"/>
      <w:numFmt w:val="none"/>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7ED33BF4"/>
    <w:multiLevelType w:val="hybridMultilevel"/>
    <w:tmpl w:val="6EFAE18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4"/>
    <w:lvlOverride w:ilvl="0">
      <w:lvl w:ilvl="0">
        <w:start w:val="1"/>
        <w:numFmt w:val="decimal"/>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0"/>
  </w:num>
  <w:num w:numId="10">
    <w:abstractNumId w:val="3"/>
    <w:lvlOverride w:ilvl="0">
      <w:lvl w:ilvl="0">
        <w:start w:val="1"/>
        <w:numFmt w:val="decimal"/>
        <w:lvlText w:val="Part %1:"/>
        <w:lvlJc w:val="left"/>
        <w:pPr>
          <w:tabs>
            <w:tab w:val="num" w:pos="1080"/>
          </w:tabs>
          <w:ind w:left="1080" w:hanging="108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abstractNumId w:val="3"/>
    <w:lvlOverride w:ilvl="0">
      <w:startOverride w:val="1"/>
      <w:lvl w:ilvl="0">
        <w:start w:val="1"/>
        <w:numFmt w:val="decimal"/>
        <w:lvlText w:val="Part %1:"/>
        <w:lvlJc w:val="left"/>
        <w:pPr>
          <w:tabs>
            <w:tab w:val="num" w:pos="1080"/>
          </w:tabs>
          <w:ind w:left="1080" w:hanging="108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1">
      <w:startOverride w:val="1"/>
      <w:lvl w:ilvl="1">
        <w:start w:val="1"/>
        <w:numFmt w:val="decimal"/>
        <w:lvlText w:val="Step %2:"/>
        <w:lvlJc w:val="left"/>
        <w:pPr>
          <w:tabs>
            <w:tab w:val="num" w:pos="936"/>
          </w:tabs>
          <w:ind w:left="936" w:hanging="936"/>
        </w:pPr>
        <w:rPr>
          <w:rFonts w:hint="default"/>
        </w:rPr>
      </w:lvl>
    </w:lvlOverride>
    <w:lvlOverride w:ilvl="2">
      <w:startOverride w:val="1"/>
      <w:lvl w:ilvl="2">
        <w:start w:val="1"/>
        <w:numFmt w:val="lowerLetter"/>
        <w:lvlText w:val="%3."/>
        <w:lvlJc w:val="left"/>
        <w:pPr>
          <w:tabs>
            <w:tab w:val="num" w:pos="720"/>
          </w:tabs>
          <w:ind w:left="720" w:hanging="360"/>
        </w:pPr>
        <w:rPr>
          <w:rFonts w:hint="default"/>
        </w:rPr>
      </w:lvl>
    </w:lvlOverride>
    <w:lvlOverride w:ilvl="3">
      <w:startOverride w:val="1"/>
      <w:lvl w:ilvl="3">
        <w:start w:val="1"/>
        <w:numFmt w:val="decimal"/>
        <w:lvlText w:val="%4)"/>
        <w:lvlJc w:val="left"/>
        <w:pPr>
          <w:tabs>
            <w:tab w:val="num" w:pos="1080"/>
          </w:tabs>
          <w:ind w:left="1080" w:hanging="360"/>
        </w:pPr>
        <w:rPr>
          <w:rFonts w:hint="default"/>
        </w:rPr>
      </w:lvl>
    </w:lvlOverride>
    <w:lvlOverride w:ilvl="4">
      <w:startOverride w:val="1"/>
      <w:lvl w:ilvl="4">
        <w:start w:val="1"/>
        <w:numFmt w:val="none"/>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2">
    <w:abstractNumId w:val="7"/>
  </w:num>
  <w:num w:numId="13">
    <w:abstractNumId w:val="3"/>
    <w:lvlOverride w:ilvl="0">
      <w:startOverride w:val="1"/>
      <w:lvl w:ilvl="0">
        <w:start w:val="1"/>
        <w:numFmt w:val="decimal"/>
        <w:lvlText w:val="Part %1:"/>
        <w:lvlJc w:val="left"/>
        <w:pPr>
          <w:tabs>
            <w:tab w:val="num" w:pos="1080"/>
          </w:tabs>
          <w:ind w:left="1080" w:hanging="108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1">
      <w:startOverride w:val="1"/>
      <w:lvl w:ilvl="1">
        <w:start w:val="1"/>
        <w:numFmt w:val="decimal"/>
        <w:lvlText w:val="Step %2:"/>
        <w:lvlJc w:val="left"/>
        <w:pPr>
          <w:tabs>
            <w:tab w:val="num" w:pos="936"/>
          </w:tabs>
          <w:ind w:left="936" w:hanging="936"/>
        </w:pPr>
        <w:rPr>
          <w:rFonts w:hint="default"/>
        </w:rPr>
      </w:lvl>
    </w:lvlOverride>
    <w:lvlOverride w:ilvl="2">
      <w:startOverride w:val="1"/>
      <w:lvl w:ilvl="2">
        <w:start w:val="1"/>
        <w:numFmt w:val="lowerLetter"/>
        <w:lvlText w:val="%3."/>
        <w:lvlJc w:val="left"/>
        <w:pPr>
          <w:tabs>
            <w:tab w:val="num" w:pos="720"/>
          </w:tabs>
          <w:ind w:left="720" w:hanging="360"/>
        </w:pPr>
        <w:rPr>
          <w:rFonts w:hint="default"/>
        </w:rPr>
      </w:lvl>
    </w:lvlOverride>
    <w:lvlOverride w:ilvl="3">
      <w:startOverride w:val="1"/>
      <w:lvl w:ilvl="3">
        <w:start w:val="1"/>
        <w:numFmt w:val="decimal"/>
        <w:lvlText w:val="%4)"/>
        <w:lvlJc w:val="left"/>
        <w:pPr>
          <w:tabs>
            <w:tab w:val="num" w:pos="1080"/>
          </w:tabs>
          <w:ind w:left="1080" w:hanging="360"/>
        </w:pPr>
        <w:rPr>
          <w:rFonts w:hint="default"/>
        </w:rPr>
      </w:lvl>
    </w:lvlOverride>
    <w:lvlOverride w:ilvl="4">
      <w:startOverride w:val="1"/>
      <w:lvl w:ilvl="4">
        <w:start w:val="1"/>
        <w:numFmt w:val="none"/>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4">
    <w:abstractNumId w:val="3"/>
    <w:lvlOverride w:ilvl="0">
      <w:startOverride w:val="1"/>
      <w:lvl w:ilvl="0">
        <w:start w:val="1"/>
        <w:numFmt w:val="decimal"/>
        <w:lvlText w:val="Part %1:"/>
        <w:lvlJc w:val="left"/>
        <w:pPr>
          <w:tabs>
            <w:tab w:val="num" w:pos="1080"/>
          </w:tabs>
          <w:ind w:left="1080" w:hanging="108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1">
      <w:startOverride w:val="1"/>
      <w:lvl w:ilvl="1">
        <w:start w:val="1"/>
        <w:numFmt w:val="decimal"/>
        <w:lvlText w:val="Step %2:"/>
        <w:lvlJc w:val="left"/>
        <w:pPr>
          <w:tabs>
            <w:tab w:val="num" w:pos="936"/>
          </w:tabs>
          <w:ind w:left="936" w:hanging="936"/>
        </w:pPr>
        <w:rPr>
          <w:rFonts w:hint="default"/>
        </w:rPr>
      </w:lvl>
    </w:lvlOverride>
    <w:lvlOverride w:ilvl="2">
      <w:startOverride w:val="1"/>
      <w:lvl w:ilvl="2">
        <w:start w:val="1"/>
        <w:numFmt w:val="lowerLetter"/>
        <w:lvlText w:val="%3."/>
        <w:lvlJc w:val="left"/>
        <w:pPr>
          <w:tabs>
            <w:tab w:val="num" w:pos="720"/>
          </w:tabs>
          <w:ind w:left="720" w:hanging="360"/>
        </w:pPr>
        <w:rPr>
          <w:rFonts w:hint="default"/>
        </w:rPr>
      </w:lvl>
    </w:lvlOverride>
    <w:lvlOverride w:ilvl="3">
      <w:startOverride w:val="1"/>
      <w:lvl w:ilvl="3">
        <w:start w:val="1"/>
        <w:numFmt w:val="decimal"/>
        <w:lvlText w:val="%4)"/>
        <w:lvlJc w:val="left"/>
        <w:pPr>
          <w:tabs>
            <w:tab w:val="num" w:pos="1080"/>
          </w:tabs>
          <w:ind w:left="1080" w:hanging="360"/>
        </w:pPr>
        <w:rPr>
          <w:rFonts w:hint="default"/>
        </w:rPr>
      </w:lvl>
    </w:lvlOverride>
    <w:lvlOverride w:ilvl="4">
      <w:startOverride w:val="1"/>
      <w:lvl w:ilvl="4">
        <w:start w:val="1"/>
        <w:numFmt w:val="none"/>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5">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7D1"/>
    <w:rsid w:val="00001BDF"/>
    <w:rsid w:val="0000380F"/>
    <w:rsid w:val="00004175"/>
    <w:rsid w:val="000059C9"/>
    <w:rsid w:val="00012C22"/>
    <w:rsid w:val="000160F7"/>
    <w:rsid w:val="00016D5B"/>
    <w:rsid w:val="00016F30"/>
    <w:rsid w:val="0002047C"/>
    <w:rsid w:val="00021B9A"/>
    <w:rsid w:val="0002367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1DC5"/>
    <w:rsid w:val="00103401"/>
    <w:rsid w:val="00103A44"/>
    <w:rsid w:val="00103D36"/>
    <w:rsid w:val="0010436E"/>
    <w:rsid w:val="00107B2B"/>
    <w:rsid w:val="00112AC5"/>
    <w:rsid w:val="001133DD"/>
    <w:rsid w:val="00113AFF"/>
    <w:rsid w:val="00120CBE"/>
    <w:rsid w:val="00121BAE"/>
    <w:rsid w:val="00125806"/>
    <w:rsid w:val="001261C4"/>
    <w:rsid w:val="00130A20"/>
    <w:rsid w:val="001314FB"/>
    <w:rsid w:val="001366EC"/>
    <w:rsid w:val="0014219C"/>
    <w:rsid w:val="001425ED"/>
    <w:rsid w:val="00143450"/>
    <w:rsid w:val="00144997"/>
    <w:rsid w:val="00145D9B"/>
    <w:rsid w:val="001523C0"/>
    <w:rsid w:val="001535FE"/>
    <w:rsid w:val="00154E3A"/>
    <w:rsid w:val="00154F51"/>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60A"/>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33BC"/>
    <w:rsid w:val="001C5998"/>
    <w:rsid w:val="001C7C3B"/>
    <w:rsid w:val="001D5B6F"/>
    <w:rsid w:val="001E0AB8"/>
    <w:rsid w:val="001E296B"/>
    <w:rsid w:val="001E38E0"/>
    <w:rsid w:val="001E4E72"/>
    <w:rsid w:val="001E62B3"/>
    <w:rsid w:val="001E6424"/>
    <w:rsid w:val="001F0171"/>
    <w:rsid w:val="001F0D77"/>
    <w:rsid w:val="001F643A"/>
    <w:rsid w:val="001F7DD8"/>
    <w:rsid w:val="00200E2A"/>
    <w:rsid w:val="00201928"/>
    <w:rsid w:val="00203E26"/>
    <w:rsid w:val="0020449C"/>
    <w:rsid w:val="002113B8"/>
    <w:rsid w:val="00215665"/>
    <w:rsid w:val="002163BB"/>
    <w:rsid w:val="0021792C"/>
    <w:rsid w:val="002240AB"/>
    <w:rsid w:val="00224818"/>
    <w:rsid w:val="00225E37"/>
    <w:rsid w:val="00231DCA"/>
    <w:rsid w:val="00235792"/>
    <w:rsid w:val="00237760"/>
    <w:rsid w:val="00241EFC"/>
    <w:rsid w:val="00242E3A"/>
    <w:rsid w:val="00246492"/>
    <w:rsid w:val="002506CF"/>
    <w:rsid w:val="0025107F"/>
    <w:rsid w:val="00260CD4"/>
    <w:rsid w:val="002639D8"/>
    <w:rsid w:val="00265F77"/>
    <w:rsid w:val="00266C83"/>
    <w:rsid w:val="00270FCC"/>
    <w:rsid w:val="002768DC"/>
    <w:rsid w:val="00294C8F"/>
    <w:rsid w:val="0029785B"/>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6E04"/>
    <w:rsid w:val="0031789F"/>
    <w:rsid w:val="00320788"/>
    <w:rsid w:val="003233A3"/>
    <w:rsid w:val="003241B9"/>
    <w:rsid w:val="003302B6"/>
    <w:rsid w:val="00334C33"/>
    <w:rsid w:val="0034218C"/>
    <w:rsid w:val="0034436F"/>
    <w:rsid w:val="0034455D"/>
    <w:rsid w:val="0034604B"/>
    <w:rsid w:val="00346D17"/>
    <w:rsid w:val="00347972"/>
    <w:rsid w:val="00350972"/>
    <w:rsid w:val="0035469B"/>
    <w:rsid w:val="003559CC"/>
    <w:rsid w:val="00355D4B"/>
    <w:rsid w:val="003569D7"/>
    <w:rsid w:val="003608AC"/>
    <w:rsid w:val="00363A23"/>
    <w:rsid w:val="0036440C"/>
    <w:rsid w:val="0036465A"/>
    <w:rsid w:val="0038404C"/>
    <w:rsid w:val="00390C38"/>
    <w:rsid w:val="00392748"/>
    <w:rsid w:val="00392C65"/>
    <w:rsid w:val="00392ED5"/>
    <w:rsid w:val="003A19DC"/>
    <w:rsid w:val="003A1B45"/>
    <w:rsid w:val="003A220C"/>
    <w:rsid w:val="003B256A"/>
    <w:rsid w:val="003B382D"/>
    <w:rsid w:val="003B46FC"/>
    <w:rsid w:val="003B55D4"/>
    <w:rsid w:val="003B5767"/>
    <w:rsid w:val="003B7605"/>
    <w:rsid w:val="003C08AA"/>
    <w:rsid w:val="003C2A7B"/>
    <w:rsid w:val="003C49EF"/>
    <w:rsid w:val="003C6BCA"/>
    <w:rsid w:val="003C7902"/>
    <w:rsid w:val="003D0BFF"/>
    <w:rsid w:val="003D4326"/>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176EC"/>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14E"/>
    <w:rsid w:val="004659EE"/>
    <w:rsid w:val="00473E34"/>
    <w:rsid w:val="00476BA9"/>
    <w:rsid w:val="00480343"/>
    <w:rsid w:val="00481650"/>
    <w:rsid w:val="004936C2"/>
    <w:rsid w:val="0049379C"/>
    <w:rsid w:val="004A1CA0"/>
    <w:rsid w:val="004A22E9"/>
    <w:rsid w:val="004A4ACD"/>
    <w:rsid w:val="004A506C"/>
    <w:rsid w:val="004A5BC5"/>
    <w:rsid w:val="004B023D"/>
    <w:rsid w:val="004C0909"/>
    <w:rsid w:val="004C3F97"/>
    <w:rsid w:val="004D01F2"/>
    <w:rsid w:val="004D1215"/>
    <w:rsid w:val="004D2CED"/>
    <w:rsid w:val="004D3339"/>
    <w:rsid w:val="004D353F"/>
    <w:rsid w:val="004D36D7"/>
    <w:rsid w:val="004D682B"/>
    <w:rsid w:val="004E6152"/>
    <w:rsid w:val="004F0269"/>
    <w:rsid w:val="004F344A"/>
    <w:rsid w:val="004F4EC3"/>
    <w:rsid w:val="004F67C6"/>
    <w:rsid w:val="00504ED4"/>
    <w:rsid w:val="00510639"/>
    <w:rsid w:val="00511791"/>
    <w:rsid w:val="005139BE"/>
    <w:rsid w:val="00515A95"/>
    <w:rsid w:val="00516142"/>
    <w:rsid w:val="0051681C"/>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B353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046B8"/>
    <w:rsid w:val="006131CE"/>
    <w:rsid w:val="0061336B"/>
    <w:rsid w:val="00617D6E"/>
    <w:rsid w:val="00620ED5"/>
    <w:rsid w:val="00622D61"/>
    <w:rsid w:val="00624198"/>
    <w:rsid w:val="00625607"/>
    <w:rsid w:val="00627865"/>
    <w:rsid w:val="00636C28"/>
    <w:rsid w:val="006428E5"/>
    <w:rsid w:val="00644958"/>
    <w:rsid w:val="006513FB"/>
    <w:rsid w:val="00656EEF"/>
    <w:rsid w:val="006576AF"/>
    <w:rsid w:val="00672919"/>
    <w:rsid w:val="00677544"/>
    <w:rsid w:val="00681687"/>
    <w:rsid w:val="00686295"/>
    <w:rsid w:val="00686587"/>
    <w:rsid w:val="006904CF"/>
    <w:rsid w:val="00691FDD"/>
    <w:rsid w:val="00693F44"/>
    <w:rsid w:val="00695EE2"/>
    <w:rsid w:val="0069660B"/>
    <w:rsid w:val="006A1B33"/>
    <w:rsid w:val="006A41CF"/>
    <w:rsid w:val="006A48F1"/>
    <w:rsid w:val="006A5C3D"/>
    <w:rsid w:val="006A71A3"/>
    <w:rsid w:val="006B03F2"/>
    <w:rsid w:val="006B14C1"/>
    <w:rsid w:val="006B1639"/>
    <w:rsid w:val="006B3044"/>
    <w:rsid w:val="006B5CA7"/>
    <w:rsid w:val="006B5E89"/>
    <w:rsid w:val="006C19B2"/>
    <w:rsid w:val="006C30A0"/>
    <w:rsid w:val="006C35FF"/>
    <w:rsid w:val="006C3FCF"/>
    <w:rsid w:val="006C57D1"/>
    <w:rsid w:val="006C57F2"/>
    <w:rsid w:val="006C5949"/>
    <w:rsid w:val="006C6832"/>
    <w:rsid w:val="006D1370"/>
    <w:rsid w:val="006D1941"/>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14221"/>
    <w:rsid w:val="00721E01"/>
    <w:rsid w:val="007222AD"/>
    <w:rsid w:val="007267CF"/>
    <w:rsid w:val="00731F3F"/>
    <w:rsid w:val="00733BAB"/>
    <w:rsid w:val="0073604C"/>
    <w:rsid w:val="00740288"/>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2EE1"/>
    <w:rsid w:val="0078405B"/>
    <w:rsid w:val="00786F58"/>
    <w:rsid w:val="00787CC1"/>
    <w:rsid w:val="00792F4E"/>
    <w:rsid w:val="0079398D"/>
    <w:rsid w:val="007948A9"/>
    <w:rsid w:val="00796C25"/>
    <w:rsid w:val="007A287C"/>
    <w:rsid w:val="007A3B2A"/>
    <w:rsid w:val="007B0C9D"/>
    <w:rsid w:val="007B5522"/>
    <w:rsid w:val="007B5A95"/>
    <w:rsid w:val="007C0EE0"/>
    <w:rsid w:val="007C1B71"/>
    <w:rsid w:val="007C2FBB"/>
    <w:rsid w:val="007C7164"/>
    <w:rsid w:val="007C7413"/>
    <w:rsid w:val="007D1984"/>
    <w:rsid w:val="007D2AFE"/>
    <w:rsid w:val="007D35C9"/>
    <w:rsid w:val="007E3264"/>
    <w:rsid w:val="007E3FEA"/>
    <w:rsid w:val="007E6402"/>
    <w:rsid w:val="007F0A0B"/>
    <w:rsid w:val="007F3A60"/>
    <w:rsid w:val="007F3D0B"/>
    <w:rsid w:val="007F7C94"/>
    <w:rsid w:val="00802FFA"/>
    <w:rsid w:val="008053E6"/>
    <w:rsid w:val="00810E4B"/>
    <w:rsid w:val="00814BAA"/>
    <w:rsid w:val="00816F0C"/>
    <w:rsid w:val="0082211C"/>
    <w:rsid w:val="00824295"/>
    <w:rsid w:val="00827A65"/>
    <w:rsid w:val="00830473"/>
    <w:rsid w:val="00830A9D"/>
    <w:rsid w:val="008313F3"/>
    <w:rsid w:val="008402F2"/>
    <w:rsid w:val="00840469"/>
    <w:rsid w:val="008405BB"/>
    <w:rsid w:val="00845526"/>
    <w:rsid w:val="0084564F"/>
    <w:rsid w:val="00846494"/>
    <w:rsid w:val="00847AF5"/>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0E13"/>
    <w:rsid w:val="008A2749"/>
    <w:rsid w:val="008A3A90"/>
    <w:rsid w:val="008B06D4"/>
    <w:rsid w:val="008B4F20"/>
    <w:rsid w:val="008B68E7"/>
    <w:rsid w:val="008B7FFD"/>
    <w:rsid w:val="008C286A"/>
    <w:rsid w:val="008C2920"/>
    <w:rsid w:val="008C4307"/>
    <w:rsid w:val="008C6FB1"/>
    <w:rsid w:val="008D23DF"/>
    <w:rsid w:val="008D73BF"/>
    <w:rsid w:val="008D7F09"/>
    <w:rsid w:val="008E00D5"/>
    <w:rsid w:val="008E4CE4"/>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36317"/>
    <w:rsid w:val="009400C3"/>
    <w:rsid w:val="00942299"/>
    <w:rsid w:val="009453F7"/>
    <w:rsid w:val="009476C0"/>
    <w:rsid w:val="00963E34"/>
    <w:rsid w:val="00964DFA"/>
    <w:rsid w:val="00970A69"/>
    <w:rsid w:val="0098155C"/>
    <w:rsid w:val="00981CCA"/>
    <w:rsid w:val="00983B77"/>
    <w:rsid w:val="00990C51"/>
    <w:rsid w:val="00996053"/>
    <w:rsid w:val="00997E71"/>
    <w:rsid w:val="009A0B2F"/>
    <w:rsid w:val="009A1CF4"/>
    <w:rsid w:val="009A1D6A"/>
    <w:rsid w:val="009A37D7"/>
    <w:rsid w:val="009A4E17"/>
    <w:rsid w:val="009A6955"/>
    <w:rsid w:val="009B05ED"/>
    <w:rsid w:val="009B341C"/>
    <w:rsid w:val="009B5747"/>
    <w:rsid w:val="009C0B81"/>
    <w:rsid w:val="009C3182"/>
    <w:rsid w:val="009D2C27"/>
    <w:rsid w:val="009D503E"/>
    <w:rsid w:val="009D7AC6"/>
    <w:rsid w:val="009E2309"/>
    <w:rsid w:val="009E42B9"/>
    <w:rsid w:val="009E4E17"/>
    <w:rsid w:val="009E54B9"/>
    <w:rsid w:val="009F4C2E"/>
    <w:rsid w:val="00A014A3"/>
    <w:rsid w:val="00A027CC"/>
    <w:rsid w:val="00A0412D"/>
    <w:rsid w:val="00A077D0"/>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4F2"/>
    <w:rsid w:val="00AD4578"/>
    <w:rsid w:val="00AD68E9"/>
    <w:rsid w:val="00AE56C0"/>
    <w:rsid w:val="00AF7ACC"/>
    <w:rsid w:val="00B00914"/>
    <w:rsid w:val="00B02A8E"/>
    <w:rsid w:val="00B052EE"/>
    <w:rsid w:val="00B1081F"/>
    <w:rsid w:val="00B12CEE"/>
    <w:rsid w:val="00B2496B"/>
    <w:rsid w:val="00B27499"/>
    <w:rsid w:val="00B3010D"/>
    <w:rsid w:val="00B35151"/>
    <w:rsid w:val="00B433F2"/>
    <w:rsid w:val="00B458E8"/>
    <w:rsid w:val="00B5397B"/>
    <w:rsid w:val="00B53EE9"/>
    <w:rsid w:val="00B6183E"/>
    <w:rsid w:val="00B62809"/>
    <w:rsid w:val="00B72F2A"/>
    <w:rsid w:val="00B74716"/>
    <w:rsid w:val="00B7675A"/>
    <w:rsid w:val="00B81898"/>
    <w:rsid w:val="00B82DED"/>
    <w:rsid w:val="00B85985"/>
    <w:rsid w:val="00B8606B"/>
    <w:rsid w:val="00B878E7"/>
    <w:rsid w:val="00B879CC"/>
    <w:rsid w:val="00B93CBC"/>
    <w:rsid w:val="00B95DA9"/>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49CC"/>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A2B"/>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3B60"/>
    <w:rsid w:val="00CC4859"/>
    <w:rsid w:val="00CC7A35"/>
    <w:rsid w:val="00CD072A"/>
    <w:rsid w:val="00CD1864"/>
    <w:rsid w:val="00CD40B1"/>
    <w:rsid w:val="00CD51E0"/>
    <w:rsid w:val="00CD7F73"/>
    <w:rsid w:val="00CE26C5"/>
    <w:rsid w:val="00CE36AF"/>
    <w:rsid w:val="00CE47F3"/>
    <w:rsid w:val="00CE54DD"/>
    <w:rsid w:val="00CF0DA5"/>
    <w:rsid w:val="00CF59B5"/>
    <w:rsid w:val="00CF5D31"/>
    <w:rsid w:val="00CF5F3B"/>
    <w:rsid w:val="00CF7733"/>
    <w:rsid w:val="00CF791A"/>
    <w:rsid w:val="00D00513"/>
    <w:rsid w:val="00D00D7D"/>
    <w:rsid w:val="00D030AE"/>
    <w:rsid w:val="00D139C8"/>
    <w:rsid w:val="00D17F81"/>
    <w:rsid w:val="00D2758C"/>
    <w:rsid w:val="00D275CA"/>
    <w:rsid w:val="00D2789B"/>
    <w:rsid w:val="00D345AB"/>
    <w:rsid w:val="00D37EF1"/>
    <w:rsid w:val="00D41566"/>
    <w:rsid w:val="00D452F4"/>
    <w:rsid w:val="00D458EC"/>
    <w:rsid w:val="00D501B0"/>
    <w:rsid w:val="00D52582"/>
    <w:rsid w:val="00D531D0"/>
    <w:rsid w:val="00D56A0E"/>
    <w:rsid w:val="00D57AD3"/>
    <w:rsid w:val="00D62F25"/>
    <w:rsid w:val="00D635FE"/>
    <w:rsid w:val="00D66A7B"/>
    <w:rsid w:val="00D7135C"/>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0F50"/>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DF71AE"/>
    <w:rsid w:val="00E009DA"/>
    <w:rsid w:val="00E037D9"/>
    <w:rsid w:val="00E04927"/>
    <w:rsid w:val="00E11A48"/>
    <w:rsid w:val="00E130EB"/>
    <w:rsid w:val="00E162CD"/>
    <w:rsid w:val="00E17FA5"/>
    <w:rsid w:val="00E21BFE"/>
    <w:rsid w:val="00E21C88"/>
    <w:rsid w:val="00E223AC"/>
    <w:rsid w:val="00E2299C"/>
    <w:rsid w:val="00E26930"/>
    <w:rsid w:val="00E27257"/>
    <w:rsid w:val="00E27288"/>
    <w:rsid w:val="00E27F4F"/>
    <w:rsid w:val="00E33C65"/>
    <w:rsid w:val="00E449D0"/>
    <w:rsid w:val="00E44A34"/>
    <w:rsid w:val="00E4506A"/>
    <w:rsid w:val="00E4747E"/>
    <w:rsid w:val="00E53F99"/>
    <w:rsid w:val="00E56510"/>
    <w:rsid w:val="00E628D0"/>
    <w:rsid w:val="00E62EA8"/>
    <w:rsid w:val="00E67A6E"/>
    <w:rsid w:val="00E70096"/>
    <w:rsid w:val="00E71B43"/>
    <w:rsid w:val="00E81612"/>
    <w:rsid w:val="00E821CF"/>
    <w:rsid w:val="00E82BD7"/>
    <w:rsid w:val="00E859E3"/>
    <w:rsid w:val="00E87D18"/>
    <w:rsid w:val="00E87D62"/>
    <w:rsid w:val="00E97333"/>
    <w:rsid w:val="00EA486E"/>
    <w:rsid w:val="00EA4FA3"/>
    <w:rsid w:val="00EB001B"/>
    <w:rsid w:val="00EB025A"/>
    <w:rsid w:val="00EB3082"/>
    <w:rsid w:val="00EB6C33"/>
    <w:rsid w:val="00EC046E"/>
    <w:rsid w:val="00EC6F62"/>
    <w:rsid w:val="00ED2EA2"/>
    <w:rsid w:val="00ED57D6"/>
    <w:rsid w:val="00ED6019"/>
    <w:rsid w:val="00ED7830"/>
    <w:rsid w:val="00EE2BFF"/>
    <w:rsid w:val="00EE3909"/>
    <w:rsid w:val="00EF4205"/>
    <w:rsid w:val="00EF5939"/>
    <w:rsid w:val="00F01714"/>
    <w:rsid w:val="00F0258F"/>
    <w:rsid w:val="00F02D06"/>
    <w:rsid w:val="00F056E5"/>
    <w:rsid w:val="00F05869"/>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97F09"/>
    <w:rsid w:val="00FA154B"/>
    <w:rsid w:val="00FA3811"/>
    <w:rsid w:val="00FA3B9F"/>
    <w:rsid w:val="00FA3F06"/>
    <w:rsid w:val="00FA4A26"/>
    <w:rsid w:val="00FA7084"/>
    <w:rsid w:val="00FA7BEF"/>
    <w:rsid w:val="00FB1105"/>
    <w:rsid w:val="00FB1929"/>
    <w:rsid w:val="00FB5FD9"/>
    <w:rsid w:val="00FB6713"/>
    <w:rsid w:val="00FB7FFE"/>
    <w:rsid w:val="00FD1398"/>
    <w:rsid w:val="00FD2DB2"/>
    <w:rsid w:val="00FD33AB"/>
    <w:rsid w:val="00FD3BA4"/>
    <w:rsid w:val="00FD4724"/>
    <w:rsid w:val="00FD4A68"/>
    <w:rsid w:val="00FD5B0A"/>
    <w:rsid w:val="00FD68ED"/>
    <w:rsid w:val="00FD7E00"/>
    <w:rsid w:val="00FE2824"/>
    <w:rsid w:val="00FE2EA5"/>
    <w:rsid w:val="00FE2F0E"/>
    <w:rsid w:val="00FE53F2"/>
    <w:rsid w:val="00FE661F"/>
    <w:rsid w:val="00FE76B4"/>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647417"/>
  <w15:docId w15:val="{63297D4E-1585-4C11-8F9A-DDC098591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6D1941"/>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D37EF1"/>
    <w:pPr>
      <w:keepNext/>
      <w:keepLines/>
      <w:numPr>
        <w:numId w:val="3"/>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D37EF1"/>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4F67C6"/>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37EF1"/>
    <w:rPr>
      <w:b/>
      <w:bCs/>
      <w:noProof/>
      <w:sz w:val="26"/>
      <w:szCs w:val="26"/>
    </w:rPr>
  </w:style>
  <w:style w:type="character" w:customStyle="1" w:styleId="Heading2Char">
    <w:name w:val="Heading 2 Char"/>
    <w:link w:val="Heading2"/>
    <w:uiPriority w:val="9"/>
    <w:rsid w:val="00D37EF1"/>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845526"/>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5B3533"/>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4F67C6"/>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LabTitle">
    <w:name w:val="Lab Title"/>
    <w:basedOn w:val="Normal"/>
    <w:qFormat/>
    <w:rsid w:val="00627865"/>
    <w:rPr>
      <w:b/>
      <w:sz w:val="32"/>
    </w:rPr>
  </w:style>
  <w:style w:type="paragraph" w:customStyle="1" w:styleId="BodyText1">
    <w:name w:val="Body Text1"/>
    <w:basedOn w:val="Normal"/>
    <w:qFormat/>
    <w:rsid w:val="00627865"/>
    <w:pPr>
      <w:spacing w:line="240" w:lineRule="auto"/>
    </w:pPr>
    <w:rPr>
      <w:sz w:val="20"/>
    </w:rPr>
  </w:style>
  <w:style w:type="numbering" w:customStyle="1" w:styleId="PartStepSubStepList">
    <w:name w:val="Part_Step_SubStep_List"/>
    <w:basedOn w:val="NoList"/>
    <w:uiPriority w:val="99"/>
    <w:rsid w:val="00627865"/>
    <w:pPr>
      <w:numPr>
        <w:numId w:val="15"/>
      </w:numPr>
    </w:pPr>
  </w:style>
  <w:style w:type="paragraph" w:styleId="ListParagraph">
    <w:name w:val="List Paragraph"/>
    <w:basedOn w:val="Normal"/>
    <w:uiPriority w:val="34"/>
    <w:unhideWhenUsed/>
    <w:qFormat/>
    <w:rsid w:val="00627865"/>
    <w:pPr>
      <w:ind w:left="720"/>
    </w:pPr>
  </w:style>
  <w:style w:type="paragraph" w:styleId="Revision">
    <w:name w:val="Revision"/>
    <w:hidden/>
    <w:uiPriority w:val="99"/>
    <w:semiHidden/>
    <w:rsid w:val="00627865"/>
    <w:rPr>
      <w:sz w:val="22"/>
      <w:szCs w:val="22"/>
    </w:rPr>
  </w:style>
  <w:style w:type="character" w:styleId="Hyperlink">
    <w:name w:val="Hyperlink"/>
    <w:uiPriority w:val="99"/>
    <w:unhideWhenUsed/>
    <w:rsid w:val="00627865"/>
    <w:rPr>
      <w:color w:val="0000FF"/>
      <w:u w:val="single"/>
    </w:rPr>
  </w:style>
  <w:style w:type="paragraph" w:customStyle="1" w:styleId="CMDRed">
    <w:name w:val="CMD Red"/>
    <w:basedOn w:val="CMD"/>
    <w:qFormat/>
    <w:rsid w:val="006D1941"/>
    <w:rPr>
      <w:rFonts w:cs="Courier New"/>
      <w:color w:val="EE0000"/>
    </w:rPr>
  </w:style>
  <w:style w:type="paragraph" w:customStyle="1" w:styleId="CMDOutputRed">
    <w:name w:val="CMD Output Red"/>
    <w:basedOn w:val="CMDOutput"/>
    <w:qFormat/>
    <w:rsid w:val="00B93CBC"/>
    <w:rPr>
      <w:rFonts w:cs="Courier New"/>
      <w:color w:val="EE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8FC6308A0F84895B70FFA3CB3D4988A"/>
        <w:category>
          <w:name w:val="General"/>
          <w:gallery w:val="placeholder"/>
        </w:category>
        <w:types>
          <w:type w:val="bbPlcHdr"/>
        </w:types>
        <w:behaviors>
          <w:behavior w:val="content"/>
        </w:behaviors>
        <w:guid w:val="{BFD9D268-0B21-4616-9BD2-64388EBE72A2}"/>
      </w:docPartPr>
      <w:docPartBody>
        <w:p w:rsidR="00EA2FE1" w:rsidRDefault="004575DD">
          <w:pPr>
            <w:pStyle w:val="B8FC6308A0F84895B70FFA3CB3D4988A"/>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5DD"/>
    <w:rsid w:val="000132ED"/>
    <w:rsid w:val="00103B80"/>
    <w:rsid w:val="0011663E"/>
    <w:rsid w:val="00196128"/>
    <w:rsid w:val="00225FA3"/>
    <w:rsid w:val="003D33B5"/>
    <w:rsid w:val="004575DD"/>
    <w:rsid w:val="006C2019"/>
    <w:rsid w:val="00976D98"/>
    <w:rsid w:val="00B6636C"/>
    <w:rsid w:val="00D0077B"/>
    <w:rsid w:val="00D65ABB"/>
    <w:rsid w:val="00EA2FE1"/>
    <w:rsid w:val="00F03ABE"/>
    <w:rsid w:val="00F908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B8FC6308A0F84895B70FFA3CB3D4988A">
    <w:name w:val="B8FC6308A0F84895B70FFA3CB3D498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BBA194-187C-41D8-9A0C-FB5FA91E0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3</TotalTime>
  <Pages>5</Pages>
  <Words>1505</Words>
  <Characters>8582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Lab - Build a Switch and Router Network</vt:lpstr>
    </vt:vector>
  </TitlesOfParts>
  <Company>Cisco Systems, Inc.</Company>
  <LinksUpToDate>false</LinksUpToDate>
  <CharactersWithSpaces>10067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Build a Switch and Router Network</dc:title>
  <dc:creator>SP</dc:creator>
  <dc:description>2013</dc:description>
  <cp:lastModifiedBy>DH</cp:lastModifiedBy>
  <cp:revision>6</cp:revision>
  <cp:lastPrinted>2019-12-04T14:30:00Z</cp:lastPrinted>
  <dcterms:created xsi:type="dcterms:W3CDTF">2019-12-04T14:27:00Z</dcterms:created>
  <dcterms:modified xsi:type="dcterms:W3CDTF">2021-04-30T20:39:00Z</dcterms:modified>
</cp:coreProperties>
</file>